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72E981E8"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C16FDD">
        <w:rPr>
          <w:rFonts w:ascii="Times New Roman" w:hAnsi="Times New Roman" w:cs="Times New Roman"/>
          <w:sz w:val="24"/>
          <w:szCs w:val="24"/>
        </w:rPr>
        <w:t>.2771</w:t>
      </w:r>
      <w:r w:rsidRPr="00CD01B9">
        <w:rPr>
          <w:rFonts w:ascii="Times New Roman" w:hAnsi="Times New Roman" w:cs="Times New Roman"/>
          <w:sz w:val="24"/>
          <w:szCs w:val="24"/>
        </w:rPr>
        <w:t xml:space="preserve"> „</w:t>
      </w:r>
      <w:bookmarkStart w:id="0" w:name="_Hlk127430801"/>
      <w:r w:rsidR="001D7635" w:rsidRPr="001D7635">
        <w:rPr>
          <w:rFonts w:ascii="Times New Roman" w:hAnsi="Times New Roman" w:cs="Times New Roman"/>
          <w:bCs/>
          <w:i/>
          <w:sz w:val="24"/>
          <w:szCs w:val="24"/>
        </w:rPr>
        <w:t>Väljaküla Mets</w:t>
      </w:r>
      <w:r w:rsidR="00D50151" w:rsidRPr="00D50151">
        <w:rPr>
          <w:rFonts w:ascii="Times New Roman" w:hAnsi="Times New Roman" w:cs="Times New Roman"/>
          <w:bCs/>
          <w:i/>
          <w:sz w:val="24"/>
          <w:szCs w:val="24"/>
        </w:rPr>
        <w:t xml:space="preserve"> maaparandussüsteemi </w:t>
      </w:r>
      <w:r w:rsidR="00FC4E24" w:rsidRPr="00D50151">
        <w:rPr>
          <w:rFonts w:ascii="Times New Roman" w:hAnsi="Times New Roman" w:cs="Times New Roman"/>
          <w:bCs/>
          <w:i/>
          <w:sz w:val="24"/>
          <w:szCs w:val="24"/>
        </w:rPr>
        <w:t>rekonstrueerimine</w:t>
      </w:r>
      <w:r w:rsidR="00FC4E24">
        <w:rPr>
          <w:rFonts w:ascii="Times New Roman" w:hAnsi="Times New Roman" w:cs="Times New Roman"/>
          <w:bCs/>
          <w:i/>
          <w:sz w:val="24"/>
          <w:szCs w:val="24"/>
        </w:rPr>
        <w:t xml:space="preserve"> </w:t>
      </w:r>
      <w:r w:rsidR="001D7635">
        <w:rPr>
          <w:rFonts w:ascii="Times New Roman" w:hAnsi="Times New Roman" w:cs="Times New Roman"/>
          <w:bCs/>
          <w:i/>
          <w:sz w:val="24"/>
          <w:szCs w:val="24"/>
        </w:rPr>
        <w:t>ning</w:t>
      </w:r>
      <w:r w:rsidR="00FC4E24">
        <w:rPr>
          <w:rFonts w:ascii="Times New Roman" w:hAnsi="Times New Roman" w:cs="Times New Roman"/>
          <w:bCs/>
          <w:i/>
          <w:sz w:val="24"/>
          <w:szCs w:val="24"/>
        </w:rPr>
        <w:t xml:space="preserve"> </w:t>
      </w:r>
      <w:proofErr w:type="spellStart"/>
      <w:r w:rsidR="00D21711">
        <w:rPr>
          <w:rFonts w:ascii="Times New Roman" w:hAnsi="Times New Roman" w:cs="Times New Roman"/>
          <w:bCs/>
          <w:i/>
          <w:sz w:val="24"/>
          <w:szCs w:val="24"/>
        </w:rPr>
        <w:t>Kuiksilla</w:t>
      </w:r>
      <w:proofErr w:type="spellEnd"/>
      <w:r w:rsidR="00D21711">
        <w:rPr>
          <w:rFonts w:ascii="Times New Roman" w:hAnsi="Times New Roman" w:cs="Times New Roman"/>
          <w:bCs/>
          <w:i/>
          <w:sz w:val="24"/>
          <w:szCs w:val="24"/>
        </w:rPr>
        <w:t xml:space="preserve"> tee</w:t>
      </w:r>
      <w:r w:rsidR="001D7635">
        <w:rPr>
          <w:rFonts w:ascii="Times New Roman" w:hAnsi="Times New Roman" w:cs="Times New Roman"/>
          <w:bCs/>
          <w:i/>
          <w:sz w:val="24"/>
          <w:szCs w:val="24"/>
        </w:rPr>
        <w:t xml:space="preserve"> </w:t>
      </w:r>
      <w:r w:rsidR="00D50151" w:rsidRPr="00D50151">
        <w:rPr>
          <w:rFonts w:ascii="Times New Roman" w:hAnsi="Times New Roman" w:cs="Times New Roman"/>
          <w:bCs/>
          <w:i/>
          <w:sz w:val="24"/>
          <w:szCs w:val="24"/>
        </w:rPr>
        <w:t xml:space="preserve">ja </w:t>
      </w:r>
      <w:r w:rsidR="00D21711">
        <w:rPr>
          <w:rFonts w:ascii="Times New Roman" w:hAnsi="Times New Roman" w:cs="Times New Roman"/>
          <w:bCs/>
          <w:i/>
          <w:sz w:val="24"/>
          <w:szCs w:val="24"/>
        </w:rPr>
        <w:t>Parvelaane</w:t>
      </w:r>
      <w:r w:rsidR="00D50151" w:rsidRPr="00D50151">
        <w:rPr>
          <w:rFonts w:ascii="Times New Roman" w:hAnsi="Times New Roman" w:cs="Times New Roman"/>
          <w:bCs/>
          <w:i/>
          <w:sz w:val="24"/>
          <w:szCs w:val="24"/>
        </w:rPr>
        <w:t xml:space="preserve"> tee</w:t>
      </w:r>
      <w:r w:rsidR="00D21711">
        <w:rPr>
          <w:rFonts w:ascii="Times New Roman" w:hAnsi="Times New Roman" w:cs="Times New Roman"/>
          <w:bCs/>
          <w:i/>
          <w:sz w:val="24"/>
          <w:szCs w:val="24"/>
        </w:rPr>
        <w:t xml:space="preserve"> ehitamine</w:t>
      </w:r>
      <w:bookmarkEnd w:id="0"/>
      <w:r w:rsidRPr="00CD01B9">
        <w:rPr>
          <w:rFonts w:ascii="Times New Roman" w:hAnsi="Times New Roman" w:cs="Times New Roman"/>
          <w:sz w:val="24"/>
          <w:szCs w:val="24"/>
        </w:rPr>
        <w:t xml:space="preserve">“ (viitenumber </w:t>
      </w:r>
      <w:r w:rsidR="00C16FDD">
        <w:rPr>
          <w:rFonts w:ascii="Times New Roman" w:hAnsi="Times New Roman" w:cs="Times New Roman"/>
          <w:sz w:val="24"/>
          <w:szCs w:val="24"/>
        </w:rPr>
        <w:t>261583</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0D3BA93A" w:rsidR="00720E3E" w:rsidRPr="00281267" w:rsidRDefault="008774D5" w:rsidP="00281267">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Vesine</w:t>
      </w:r>
      <w:r w:rsidR="00144717">
        <w:rPr>
          <w:rFonts w:ascii="Times New Roman" w:hAnsi="Times New Roman" w:cs="Times New Roman"/>
          <w:sz w:val="24"/>
          <w:szCs w:val="24"/>
        </w:rPr>
        <w:t xml:space="preserve"> OÜ</w:t>
      </w:r>
      <w:r w:rsidR="004E2589" w:rsidRPr="004E2589">
        <w:rPr>
          <w:rFonts w:ascii="Times New Roman" w:hAnsi="Times New Roman" w:cs="Times New Roman"/>
          <w:sz w:val="24"/>
          <w:szCs w:val="24"/>
        </w:rPr>
        <w:t xml:space="preserve"> poolt koostatud „</w:t>
      </w:r>
      <w:bookmarkStart w:id="1" w:name="_Hlk126583032"/>
      <w:r w:rsidR="00C55CE9">
        <w:rPr>
          <w:rFonts w:ascii="Times New Roman" w:hAnsi="Times New Roman" w:cs="Times New Roman"/>
          <w:sz w:val="24"/>
          <w:szCs w:val="24"/>
        </w:rPr>
        <w:t>Väljaküla Mets</w:t>
      </w:r>
      <w:r w:rsidR="00152192">
        <w:rPr>
          <w:rFonts w:ascii="Times New Roman" w:hAnsi="Times New Roman" w:cs="Times New Roman"/>
          <w:sz w:val="24"/>
          <w:szCs w:val="24"/>
        </w:rPr>
        <w:t xml:space="preserve"> metsakuivenduse</w:t>
      </w:r>
      <w:bookmarkEnd w:id="1"/>
      <w:r w:rsidR="00FF0751">
        <w:rPr>
          <w:rFonts w:ascii="Times New Roman" w:hAnsi="Times New Roman" w:cs="Times New Roman"/>
          <w:sz w:val="24"/>
          <w:szCs w:val="24"/>
        </w:rPr>
        <w:t xml:space="preserve"> </w:t>
      </w:r>
      <w:r w:rsidR="00F6716E" w:rsidRPr="00F6716E">
        <w:rPr>
          <w:rFonts w:ascii="Times New Roman" w:hAnsi="Times New Roman" w:cs="Times New Roman"/>
          <w:sz w:val="24"/>
          <w:szCs w:val="24"/>
        </w:rPr>
        <w:t>rekonstrueerimi</w:t>
      </w:r>
      <w:r>
        <w:rPr>
          <w:rFonts w:ascii="Times New Roman" w:hAnsi="Times New Roman" w:cs="Times New Roman"/>
          <w:sz w:val="24"/>
          <w:szCs w:val="24"/>
        </w:rPr>
        <w:t xml:space="preserve">ne </w:t>
      </w:r>
      <w:r w:rsidR="00804F79">
        <w:rPr>
          <w:rFonts w:ascii="Times New Roman" w:hAnsi="Times New Roman" w:cs="Times New Roman"/>
          <w:sz w:val="24"/>
          <w:szCs w:val="24"/>
        </w:rPr>
        <w:t>töö</w:t>
      </w:r>
      <w:r w:rsidR="004E2589" w:rsidRPr="004E2589">
        <w:rPr>
          <w:rFonts w:ascii="Times New Roman" w:hAnsi="Times New Roman" w:cs="Times New Roman"/>
          <w:sz w:val="24"/>
          <w:szCs w:val="24"/>
        </w:rPr>
        <w:t>projekt“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0B314021" w:rsidR="00705773" w:rsidRPr="007D478A" w:rsidRDefault="00735A3A"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Lepingu objektiks on töövõtja poolt</w:t>
      </w:r>
      <w:r w:rsidR="00705773" w:rsidRPr="007D478A">
        <w:rPr>
          <w:rFonts w:ascii="Times New Roman" w:hAnsi="Times New Roman" w:cs="Times New Roman"/>
          <w:sz w:val="24"/>
          <w:szCs w:val="24"/>
        </w:rPr>
        <w:t xml:space="preserve"> </w:t>
      </w:r>
      <w:r w:rsidR="00DB2FEE">
        <w:rPr>
          <w:rFonts w:ascii="Times New Roman" w:hAnsi="Times New Roman" w:cs="Times New Roman"/>
          <w:sz w:val="24"/>
          <w:szCs w:val="24"/>
        </w:rPr>
        <w:t>Valga</w:t>
      </w:r>
      <w:r w:rsidR="00240C3D" w:rsidRPr="007D478A">
        <w:rPr>
          <w:rFonts w:ascii="Times New Roman" w:hAnsi="Times New Roman" w:cs="Times New Roman"/>
          <w:sz w:val="24"/>
          <w:szCs w:val="24"/>
        </w:rPr>
        <w:t xml:space="preserve"> maakonna </w:t>
      </w:r>
      <w:r w:rsidR="00DB2FEE" w:rsidRPr="00DB2FEE">
        <w:rPr>
          <w:rFonts w:ascii="Times New Roman" w:eastAsia="Times New Roman" w:hAnsi="Times New Roman" w:cs="Times New Roman"/>
          <w:bCs/>
          <w:sz w:val="24"/>
          <w:szCs w:val="24"/>
          <w:lang w:eastAsia="ar-SA"/>
        </w:rPr>
        <w:t xml:space="preserve">Väljaküla Mets maaparandussüsteemi rekonstrueerimine ning </w:t>
      </w:r>
      <w:proofErr w:type="spellStart"/>
      <w:r w:rsidR="00DB2FEE" w:rsidRPr="00DB2FEE">
        <w:rPr>
          <w:rFonts w:ascii="Times New Roman" w:eastAsia="Times New Roman" w:hAnsi="Times New Roman" w:cs="Times New Roman"/>
          <w:bCs/>
          <w:sz w:val="24"/>
          <w:szCs w:val="24"/>
          <w:lang w:eastAsia="ar-SA"/>
        </w:rPr>
        <w:t>Kuiksilla</w:t>
      </w:r>
      <w:proofErr w:type="spellEnd"/>
      <w:r w:rsidR="00DB2FEE" w:rsidRPr="00DB2FEE">
        <w:rPr>
          <w:rFonts w:ascii="Times New Roman" w:eastAsia="Times New Roman" w:hAnsi="Times New Roman" w:cs="Times New Roman"/>
          <w:bCs/>
          <w:sz w:val="24"/>
          <w:szCs w:val="24"/>
          <w:lang w:eastAsia="ar-SA"/>
        </w:rPr>
        <w:t xml:space="preserve"> tee ja Parvelaane tee ehitamine</w:t>
      </w:r>
      <w:r w:rsidR="00281267" w:rsidRPr="007D478A">
        <w:rPr>
          <w:rFonts w:ascii="Times New Roman" w:hAnsi="Times New Roman" w:cs="Times New Roman"/>
          <w:sz w:val="24"/>
          <w:szCs w:val="24"/>
          <w:lang w:eastAsia="ar-SA"/>
        </w:rPr>
        <w:t xml:space="preserve"> </w:t>
      </w:r>
      <w:r w:rsidR="0012352D" w:rsidRPr="007D478A">
        <w:rPr>
          <w:rFonts w:ascii="Times New Roman" w:hAnsi="Times New Roman" w:cs="Times New Roman"/>
          <w:sz w:val="24"/>
          <w:szCs w:val="24"/>
        </w:rPr>
        <w:t>l</w:t>
      </w:r>
      <w:r w:rsidR="00705773" w:rsidRPr="007D478A">
        <w:rPr>
          <w:rFonts w:ascii="Times New Roman" w:hAnsi="Times New Roman" w:cs="Times New Roman"/>
          <w:sz w:val="24"/>
          <w:szCs w:val="24"/>
        </w:rPr>
        <w:t xml:space="preserve">epinguga kokkulepitud tingimustel ja korras, edaspidi </w:t>
      </w:r>
      <w:r w:rsidR="0012352D" w:rsidRPr="007D478A">
        <w:rPr>
          <w:rFonts w:ascii="Times New Roman" w:hAnsi="Times New Roman" w:cs="Times New Roman"/>
          <w:b/>
          <w:sz w:val="24"/>
          <w:szCs w:val="24"/>
        </w:rPr>
        <w:t>t</w:t>
      </w:r>
      <w:r w:rsidR="00705773" w:rsidRPr="007D478A">
        <w:rPr>
          <w:rFonts w:ascii="Times New Roman" w:hAnsi="Times New Roman" w:cs="Times New Roman"/>
          <w:b/>
          <w:sz w:val="24"/>
          <w:szCs w:val="24"/>
        </w:rPr>
        <w:t>öö.</w:t>
      </w:r>
    </w:p>
    <w:p w14:paraId="51D78E07" w14:textId="54EF6E07" w:rsidR="00705773" w:rsidRPr="007D478A" w:rsidRDefault="00705773" w:rsidP="007D478A">
      <w:pPr>
        <w:pStyle w:val="Pealkiri21"/>
        <w:tabs>
          <w:tab w:val="left" w:pos="567"/>
        </w:tabs>
        <w:spacing w:after="0" w:line="240" w:lineRule="auto"/>
        <w:ind w:left="0" w:firstLine="0"/>
        <w:jc w:val="both"/>
        <w:rPr>
          <w:rFonts w:ascii="Times New Roman" w:hAnsi="Times New Roman" w:cs="Times New Roman"/>
          <w:sz w:val="24"/>
          <w:szCs w:val="24"/>
        </w:rPr>
      </w:pPr>
      <w:r w:rsidRPr="007D478A">
        <w:rPr>
          <w:rFonts w:ascii="Times New Roman" w:hAnsi="Times New Roman" w:cs="Times New Roman"/>
          <w:sz w:val="24"/>
          <w:szCs w:val="24"/>
        </w:rPr>
        <w:t xml:space="preserve">Töö peab vastama </w:t>
      </w:r>
      <w:r w:rsidR="008774D5">
        <w:rPr>
          <w:rFonts w:ascii="Times New Roman" w:hAnsi="Times New Roman" w:cs="Times New Roman"/>
          <w:sz w:val="24"/>
          <w:szCs w:val="24"/>
        </w:rPr>
        <w:t>Vesine</w:t>
      </w:r>
      <w:r w:rsidR="00144717">
        <w:rPr>
          <w:rFonts w:ascii="Times New Roman" w:hAnsi="Times New Roman" w:cs="Times New Roman"/>
          <w:sz w:val="24"/>
          <w:szCs w:val="24"/>
        </w:rPr>
        <w:t xml:space="preserve"> OÜ</w:t>
      </w:r>
      <w:r w:rsidR="004E2589" w:rsidRPr="007D478A">
        <w:rPr>
          <w:rFonts w:ascii="Times New Roman" w:hAnsi="Times New Roman" w:cs="Times New Roman"/>
          <w:sz w:val="24"/>
          <w:szCs w:val="24"/>
        </w:rPr>
        <w:t xml:space="preserve"> poolt koostatud </w:t>
      </w:r>
      <w:r w:rsidR="00065CBE">
        <w:rPr>
          <w:rFonts w:ascii="Times New Roman" w:hAnsi="Times New Roman" w:cs="Times New Roman"/>
          <w:sz w:val="24"/>
          <w:szCs w:val="24"/>
        </w:rPr>
        <w:t>Väljaküla Mets</w:t>
      </w:r>
      <w:r w:rsidR="00617BA4" w:rsidRPr="00617BA4">
        <w:rPr>
          <w:rFonts w:ascii="Times New Roman" w:hAnsi="Times New Roman" w:cs="Times New Roman"/>
          <w:sz w:val="24"/>
          <w:szCs w:val="24"/>
        </w:rPr>
        <w:t xml:space="preserve"> metsakuivenduse</w:t>
      </w:r>
      <w:r w:rsidR="00F6716E" w:rsidRPr="00F6716E">
        <w:rPr>
          <w:rFonts w:ascii="Times New Roman" w:hAnsi="Times New Roman" w:cs="Times New Roman"/>
          <w:sz w:val="24"/>
          <w:szCs w:val="24"/>
        </w:rPr>
        <w:t xml:space="preserve"> rekonstrueerimi</w:t>
      </w:r>
      <w:r w:rsidR="002551B0" w:rsidRPr="007D478A">
        <w:rPr>
          <w:rFonts w:ascii="Times New Roman" w:hAnsi="Times New Roman" w:cs="Times New Roman"/>
          <w:sz w:val="24"/>
          <w:szCs w:val="24"/>
        </w:rPr>
        <w:t xml:space="preserve">se </w:t>
      </w:r>
      <w:r w:rsidR="00531EA4" w:rsidRPr="007D478A">
        <w:rPr>
          <w:rFonts w:ascii="Times New Roman" w:eastAsia="Times New Roman" w:hAnsi="Times New Roman" w:cs="Times New Roman"/>
          <w:bCs/>
          <w:sz w:val="24"/>
          <w:szCs w:val="24"/>
          <w:lang w:eastAsia="ar-SA"/>
        </w:rPr>
        <w:t xml:space="preserve">projekti </w:t>
      </w:r>
      <w:r w:rsidRPr="007D478A">
        <w:rPr>
          <w:rFonts w:ascii="Times New Roman" w:hAnsi="Times New Roman" w:cs="Times New Roman"/>
          <w:sz w:val="24"/>
          <w:szCs w:val="24"/>
        </w:rPr>
        <w:t>tingimustele ja olema vastavuses maaparandusseaduse</w:t>
      </w:r>
      <w:r w:rsidR="003D3775" w:rsidRPr="007D478A">
        <w:rPr>
          <w:rFonts w:ascii="Times New Roman" w:hAnsi="Times New Roman" w:cs="Times New Roman"/>
          <w:sz w:val="24"/>
          <w:szCs w:val="24"/>
        </w:rPr>
        <w:t>s</w:t>
      </w:r>
      <w:r w:rsidRPr="007D478A">
        <w:rPr>
          <w:rFonts w:ascii="Times New Roman" w:hAnsi="Times New Roman" w:cs="Times New Roman"/>
          <w:sz w:val="24"/>
          <w:szCs w:val="24"/>
        </w:rPr>
        <w:t xml:space="preserve">, </w:t>
      </w:r>
      <w:r w:rsidR="000B19CE" w:rsidRPr="007D478A">
        <w:rPr>
          <w:rFonts w:ascii="Times New Roman" w:hAnsi="Times New Roman" w:cs="Times New Roman"/>
          <w:sz w:val="24"/>
          <w:szCs w:val="24"/>
        </w:rPr>
        <w:t>ehitusseadustiku</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xml:space="preserve"> ja nende rakendusaktide</w:t>
      </w:r>
      <w:r w:rsidR="003D3775" w:rsidRPr="007D478A">
        <w:rPr>
          <w:rFonts w:ascii="Times New Roman" w:hAnsi="Times New Roman" w:cs="Times New Roman"/>
          <w:sz w:val="24"/>
          <w:szCs w:val="24"/>
        </w:rPr>
        <w:t>s</w:t>
      </w:r>
      <w:r w:rsidR="000B19CE" w:rsidRPr="007D478A">
        <w:rPr>
          <w:rFonts w:ascii="Times New Roman" w:hAnsi="Times New Roman" w:cs="Times New Roman"/>
          <w:sz w:val="24"/>
          <w:szCs w:val="24"/>
        </w:rPr>
        <w:t>, eelkõige maa</w:t>
      </w:r>
      <w:r w:rsidR="003D3775" w:rsidRPr="007D478A">
        <w:rPr>
          <w:rFonts w:ascii="Times New Roman" w:hAnsi="Times New Roman" w:cs="Times New Roman"/>
          <w:sz w:val="24"/>
          <w:szCs w:val="24"/>
        </w:rPr>
        <w:t>eluministri 28.03.2019 määruses</w:t>
      </w:r>
      <w:r w:rsidR="004610D6" w:rsidRPr="007D478A">
        <w:rPr>
          <w:rFonts w:ascii="Times New Roman" w:hAnsi="Times New Roman" w:cs="Times New Roman"/>
          <w:sz w:val="24"/>
          <w:szCs w:val="24"/>
        </w:rPr>
        <w:t xml:space="preserve"> nr 38 „</w:t>
      </w:r>
      <w:r w:rsidR="000B19CE" w:rsidRPr="007D478A">
        <w:rPr>
          <w:rFonts w:ascii="Times New Roman" w:hAnsi="Times New Roman" w:cs="Times New Roman"/>
          <w:sz w:val="24"/>
          <w:szCs w:val="24"/>
        </w:rPr>
        <w:t>Maaparandussüst</w:t>
      </w:r>
      <w:r w:rsidR="002A65DC" w:rsidRPr="007D478A">
        <w:rPr>
          <w:rFonts w:ascii="Times New Roman" w:hAnsi="Times New Roman" w:cs="Times New Roman"/>
          <w:sz w:val="24"/>
          <w:szCs w:val="24"/>
        </w:rPr>
        <w:t>eemi ehitamise täpsemad nõuded“</w:t>
      </w:r>
      <w:r w:rsidR="000B19CE" w:rsidRPr="007D478A">
        <w:rPr>
          <w:rFonts w:ascii="Times New Roman" w:hAnsi="Times New Roman" w:cs="Times New Roman"/>
          <w:sz w:val="24"/>
          <w:szCs w:val="24"/>
        </w:rPr>
        <w:t xml:space="preserve"> </w:t>
      </w:r>
      <w:r w:rsidR="003D3775" w:rsidRPr="007D478A">
        <w:rPr>
          <w:rFonts w:ascii="Times New Roman" w:hAnsi="Times New Roman" w:cs="Times New Roman"/>
          <w:sz w:val="24"/>
          <w:szCs w:val="24"/>
        </w:rPr>
        <w:t xml:space="preserve">ja </w:t>
      </w:r>
      <w:r w:rsidR="000B19CE" w:rsidRPr="007D478A">
        <w:rPr>
          <w:rFonts w:ascii="Times New Roman" w:hAnsi="Times New Roman" w:cs="Times New Roman"/>
          <w:sz w:val="24"/>
          <w:szCs w:val="24"/>
        </w:rPr>
        <w:t>majandus- ja kommunikatsiooniministri  03.08.2015 määru</w:t>
      </w:r>
      <w:r w:rsidR="003D3775" w:rsidRPr="007D478A">
        <w:rPr>
          <w:rFonts w:ascii="Times New Roman" w:hAnsi="Times New Roman" w:cs="Times New Roman"/>
          <w:sz w:val="24"/>
          <w:szCs w:val="24"/>
        </w:rPr>
        <w:t>ses</w:t>
      </w:r>
      <w:r w:rsidR="000B19CE" w:rsidRPr="007D478A">
        <w:rPr>
          <w:rFonts w:ascii="Times New Roman" w:hAnsi="Times New Roman" w:cs="Times New Roman"/>
          <w:sz w:val="24"/>
          <w:szCs w:val="24"/>
        </w:rPr>
        <w:t xml:space="preserve"> nr 101 „Tee ehitamise kvaliteedinõuded“ </w:t>
      </w:r>
      <w:r w:rsidR="00B70023" w:rsidRPr="007D478A">
        <w:rPr>
          <w:rFonts w:ascii="Times New Roman" w:hAnsi="Times New Roman" w:cs="Times New Roman"/>
          <w:sz w:val="24"/>
          <w:szCs w:val="24"/>
        </w:rPr>
        <w:t>toodud nõuetega,</w:t>
      </w:r>
      <w:r w:rsidR="000D545C" w:rsidRPr="007D478A">
        <w:rPr>
          <w:rFonts w:ascii="Times New Roman" w:hAnsi="Times New Roman" w:cs="Times New Roman"/>
          <w:sz w:val="24"/>
          <w:szCs w:val="24"/>
        </w:rPr>
        <w:t xml:space="preserve"> t</w:t>
      </w:r>
      <w:r w:rsidRPr="007D478A">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7D478A">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5B122EED"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F37207">
        <w:rPr>
          <w:rFonts w:ascii="Times New Roman" w:hAnsi="Times New Roman" w:cs="Times New Roman"/>
          <w:sz w:val="24"/>
          <w:szCs w:val="24"/>
        </w:rPr>
        <w:t>;</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3A9201DF" w14:textId="4E82E223" w:rsidR="002551B0" w:rsidRPr="00FA7EB9" w:rsidRDefault="008A2313" w:rsidP="00F37207">
      <w:pPr>
        <w:pStyle w:val="Pealkiri31"/>
        <w:tabs>
          <w:tab w:val="left" w:pos="284"/>
          <w:tab w:val="left" w:pos="426"/>
          <w:tab w:val="left" w:pos="567"/>
        </w:tabs>
        <w:spacing w:after="0" w:line="240" w:lineRule="auto"/>
        <w:ind w:left="0" w:firstLine="0"/>
        <w:jc w:val="both"/>
        <w:rPr>
          <w:rStyle w:val="normal1"/>
          <w:rFonts w:cs="Times New Roman"/>
          <w:szCs w:val="24"/>
        </w:rPr>
      </w:pPr>
      <w:r w:rsidRPr="00FA7EB9">
        <w:rPr>
          <w:rFonts w:ascii="Times New Roman" w:hAnsi="Times New Roman" w:cs="Times New Roman"/>
          <w:sz w:val="24"/>
          <w:szCs w:val="24"/>
        </w:rPr>
        <w:t>kinni pidama tööde teostamisel t</w:t>
      </w:r>
      <w:r w:rsidR="00705773" w:rsidRPr="00FA7EB9">
        <w:rPr>
          <w:rFonts w:ascii="Times New Roman" w:hAnsi="Times New Roman" w:cs="Times New Roman"/>
          <w:sz w:val="24"/>
          <w:szCs w:val="24"/>
        </w:rPr>
        <w:t>ellija poolt ke</w:t>
      </w:r>
      <w:r w:rsidR="00845209" w:rsidRPr="00FA7EB9">
        <w:rPr>
          <w:rFonts w:ascii="Times New Roman" w:hAnsi="Times New Roman" w:cs="Times New Roman"/>
          <w:sz w:val="24"/>
          <w:szCs w:val="24"/>
        </w:rPr>
        <w:t>htestatud keskkonnaalastest käitumisju</w:t>
      </w:r>
      <w:r w:rsidR="00705773" w:rsidRPr="00FA7EB9">
        <w:rPr>
          <w:rFonts w:ascii="Times New Roman" w:hAnsi="Times New Roman" w:cs="Times New Roman"/>
          <w:sz w:val="24"/>
          <w:szCs w:val="24"/>
        </w:rPr>
        <w:t xml:space="preserve">histest ja projektis esitatud </w:t>
      </w:r>
      <w:r w:rsidR="002747CE" w:rsidRPr="00FA7EB9">
        <w:rPr>
          <w:rFonts w:ascii="Times New Roman" w:hAnsi="Times New Roman" w:cs="Times New Roman"/>
          <w:sz w:val="24"/>
          <w:szCs w:val="24"/>
        </w:rPr>
        <w:t>ehitus</w:t>
      </w:r>
      <w:r w:rsidR="00705773" w:rsidRPr="00FA7EB9">
        <w:rPr>
          <w:rFonts w:ascii="Times New Roman" w:hAnsi="Times New Roman" w:cs="Times New Roman"/>
          <w:sz w:val="24"/>
          <w:szCs w:val="24"/>
        </w:rPr>
        <w:t>objekti omapära arvestavaid nõudeid</w:t>
      </w:r>
      <w:r w:rsidR="00003744" w:rsidRPr="00FA7EB9">
        <w:rPr>
          <w:rStyle w:val="normal1"/>
          <w:rFonts w:cs="Times New Roman"/>
          <w:szCs w:val="24"/>
        </w:rPr>
        <w:t xml:space="preserve">. </w:t>
      </w:r>
      <w:r w:rsidR="002551B0" w:rsidRPr="00FA7EB9">
        <w:rPr>
          <w:rStyle w:val="normal1"/>
          <w:rFonts w:cs="Times New Roman"/>
          <w:szCs w:val="24"/>
        </w:rPr>
        <w:t xml:space="preserve">Jälgima </w:t>
      </w:r>
      <w:r w:rsidR="002551B0" w:rsidRPr="00FA7EB9">
        <w:rPr>
          <w:rFonts w:ascii="Times New Roman" w:eastAsia="Times New Roman" w:hAnsi="Times New Roman" w:cs="Times New Roman"/>
          <w:sz w:val="24"/>
          <w:szCs w:val="24"/>
        </w:rPr>
        <w:t xml:space="preserve">ehitusprojektis peatükk </w:t>
      </w:r>
      <w:r w:rsidR="005F2DDB" w:rsidRPr="00FA7EB9">
        <w:rPr>
          <w:rFonts w:ascii="Times New Roman" w:eastAsia="Times New Roman" w:hAnsi="Times New Roman" w:cs="Times New Roman"/>
          <w:sz w:val="24"/>
          <w:szCs w:val="24"/>
        </w:rPr>
        <w:t>8</w:t>
      </w:r>
      <w:r w:rsidR="007075A3" w:rsidRPr="00FA7EB9">
        <w:rPr>
          <w:rFonts w:ascii="Times New Roman" w:eastAsia="Times New Roman" w:hAnsi="Times New Roman" w:cs="Times New Roman"/>
          <w:sz w:val="24"/>
          <w:szCs w:val="24"/>
        </w:rPr>
        <w:t xml:space="preserve"> (lk </w:t>
      </w:r>
      <w:r w:rsidR="00CA29BD" w:rsidRPr="00FA7EB9">
        <w:rPr>
          <w:rFonts w:ascii="Times New Roman" w:eastAsia="Times New Roman" w:hAnsi="Times New Roman" w:cs="Times New Roman"/>
          <w:sz w:val="24"/>
          <w:szCs w:val="24"/>
        </w:rPr>
        <w:t>52</w:t>
      </w:r>
      <w:r w:rsidR="00A534D8" w:rsidRPr="00FA7EB9">
        <w:rPr>
          <w:rFonts w:ascii="Times New Roman" w:eastAsia="Times New Roman" w:hAnsi="Times New Roman" w:cs="Times New Roman"/>
          <w:sz w:val="24"/>
          <w:szCs w:val="24"/>
        </w:rPr>
        <w:t>-5</w:t>
      </w:r>
      <w:r w:rsidR="00706CBE" w:rsidRPr="00FA7EB9">
        <w:rPr>
          <w:rFonts w:ascii="Times New Roman" w:eastAsia="Times New Roman" w:hAnsi="Times New Roman" w:cs="Times New Roman"/>
          <w:sz w:val="24"/>
          <w:szCs w:val="24"/>
        </w:rPr>
        <w:t>4</w:t>
      </w:r>
      <w:r w:rsidR="007075A3" w:rsidRPr="00FA7EB9">
        <w:rPr>
          <w:rFonts w:ascii="Times New Roman" w:eastAsia="Times New Roman" w:hAnsi="Times New Roman" w:cs="Times New Roman"/>
          <w:sz w:val="24"/>
          <w:szCs w:val="24"/>
        </w:rPr>
        <w:t>)</w:t>
      </w:r>
      <w:r w:rsidR="002551B0" w:rsidRPr="00FA7EB9">
        <w:rPr>
          <w:rFonts w:ascii="Times New Roman" w:eastAsia="Times New Roman" w:hAnsi="Times New Roman" w:cs="Times New Roman"/>
          <w:sz w:val="24"/>
          <w:szCs w:val="24"/>
        </w:rPr>
        <w:t>. Keskkonnakaitse ning</w:t>
      </w:r>
      <w:r w:rsidR="002551B0" w:rsidRPr="00FA7EB9">
        <w:rPr>
          <w:rStyle w:val="normal1"/>
          <w:rFonts w:cs="Times New Roman"/>
          <w:szCs w:val="24"/>
        </w:rPr>
        <w:t xml:space="preserve"> tellija poolt koostatud keskkonnaanalüüsis toodut.</w:t>
      </w:r>
    </w:p>
    <w:p w14:paraId="67822D5D" w14:textId="7B837774" w:rsidR="00D16795" w:rsidRPr="00FA7EB9" w:rsidRDefault="007B018A" w:rsidP="00FA7EB9">
      <w:pPr>
        <w:pStyle w:val="Loendilik"/>
        <w:numPr>
          <w:ilvl w:val="0"/>
          <w:numId w:val="12"/>
        </w:numPr>
        <w:tabs>
          <w:tab w:val="left" w:pos="284"/>
        </w:tabs>
        <w:spacing w:after="0" w:line="240" w:lineRule="auto"/>
        <w:ind w:left="0" w:firstLine="0"/>
        <w:jc w:val="both"/>
        <w:rPr>
          <w:rFonts w:ascii="Times New Roman" w:hAnsi="Times New Roman" w:cs="Times New Roman"/>
          <w:i/>
          <w:sz w:val="24"/>
          <w:szCs w:val="24"/>
        </w:rPr>
      </w:pPr>
      <w:bookmarkStart w:id="2" w:name="_Hlk127432059"/>
      <w:r w:rsidRPr="00FA7EB9">
        <w:rPr>
          <w:rFonts w:ascii="Times New Roman" w:hAnsi="Times New Roman" w:cs="Times New Roman"/>
          <w:i/>
          <w:sz w:val="24"/>
          <w:szCs w:val="24"/>
        </w:rPr>
        <w:t>I kaitsekategooria loomaliigi v</w:t>
      </w:r>
      <w:bookmarkEnd w:id="2"/>
      <w:r w:rsidRPr="00FA7EB9">
        <w:rPr>
          <w:rFonts w:ascii="Times New Roman" w:hAnsi="Times New Roman" w:cs="Times New Roman"/>
          <w:i/>
          <w:sz w:val="24"/>
          <w:szCs w:val="24"/>
        </w:rPr>
        <w:t>äike-konnakotkas (</w:t>
      </w:r>
      <w:proofErr w:type="spellStart"/>
      <w:r w:rsidRPr="00FA7EB9">
        <w:rPr>
          <w:rFonts w:ascii="Times New Roman" w:hAnsi="Times New Roman" w:cs="Times New Roman"/>
          <w:i/>
          <w:sz w:val="24"/>
          <w:szCs w:val="24"/>
        </w:rPr>
        <w:t>Aquila</w:t>
      </w:r>
      <w:proofErr w:type="spellEnd"/>
      <w:r w:rsidRPr="00FA7EB9">
        <w:rPr>
          <w:rFonts w:ascii="Times New Roman" w:hAnsi="Times New Roman" w:cs="Times New Roman"/>
          <w:i/>
          <w:sz w:val="24"/>
          <w:szCs w:val="24"/>
        </w:rPr>
        <w:t xml:space="preserve"> </w:t>
      </w:r>
      <w:proofErr w:type="spellStart"/>
      <w:r w:rsidRPr="00FA7EB9">
        <w:rPr>
          <w:rFonts w:ascii="Times New Roman" w:hAnsi="Times New Roman" w:cs="Times New Roman"/>
          <w:i/>
          <w:sz w:val="24"/>
          <w:szCs w:val="24"/>
        </w:rPr>
        <w:t>pomarina</w:t>
      </w:r>
      <w:proofErr w:type="spellEnd"/>
      <w:r w:rsidRPr="00FA7EB9">
        <w:rPr>
          <w:rFonts w:ascii="Times New Roman" w:hAnsi="Times New Roman" w:cs="Times New Roman"/>
          <w:i/>
          <w:sz w:val="24"/>
          <w:szCs w:val="24"/>
        </w:rPr>
        <w:t>) leiukoht</w:t>
      </w:r>
      <w:r w:rsidR="00FC3933" w:rsidRPr="00FA7EB9">
        <w:rPr>
          <w:rFonts w:ascii="Times New Roman" w:hAnsi="Times New Roman" w:cs="Times New Roman"/>
          <w:i/>
          <w:sz w:val="24"/>
          <w:szCs w:val="24"/>
        </w:rPr>
        <w:t xml:space="preserve">, millest tulenevalt on </w:t>
      </w:r>
      <w:r w:rsidR="00505B14" w:rsidRPr="00FA7EB9">
        <w:rPr>
          <w:rFonts w:ascii="Times New Roman" w:hAnsi="Times New Roman" w:cs="Times New Roman"/>
          <w:i/>
          <w:sz w:val="24"/>
          <w:szCs w:val="24"/>
        </w:rPr>
        <w:t>ehitustöid on keelatud perioodil 15.03-31.08</w:t>
      </w:r>
      <w:r w:rsidR="00830276" w:rsidRPr="00FA7EB9">
        <w:rPr>
          <w:rFonts w:ascii="Times New Roman" w:hAnsi="Times New Roman" w:cs="Times New Roman"/>
          <w:i/>
          <w:sz w:val="24"/>
          <w:szCs w:val="24"/>
        </w:rPr>
        <w:t xml:space="preserve"> (eesvoolud 100 ja 300)</w:t>
      </w:r>
      <w:r w:rsidR="002551B0" w:rsidRPr="00FA7EB9">
        <w:rPr>
          <w:rFonts w:ascii="Times New Roman" w:hAnsi="Times New Roman" w:cs="Times New Roman"/>
          <w:i/>
          <w:sz w:val="24"/>
          <w:szCs w:val="24"/>
        </w:rPr>
        <w:t>.</w:t>
      </w:r>
    </w:p>
    <w:p w14:paraId="7D8AA2E2" w14:textId="5926FC5B" w:rsidR="006D6DDD" w:rsidRPr="00FA7EB9" w:rsidRDefault="006D6DDD" w:rsidP="00FA7EB9">
      <w:pPr>
        <w:pStyle w:val="Loendilik"/>
        <w:numPr>
          <w:ilvl w:val="0"/>
          <w:numId w:val="12"/>
        </w:numPr>
        <w:tabs>
          <w:tab w:val="left" w:pos="284"/>
        </w:tabs>
        <w:spacing w:after="0" w:line="240" w:lineRule="auto"/>
        <w:ind w:left="0" w:firstLine="0"/>
        <w:jc w:val="both"/>
        <w:rPr>
          <w:rFonts w:ascii="Times New Roman" w:hAnsi="Times New Roman" w:cs="Times New Roman"/>
          <w:i/>
          <w:sz w:val="24"/>
          <w:szCs w:val="24"/>
        </w:rPr>
      </w:pPr>
      <w:r w:rsidRPr="00FA7EB9">
        <w:rPr>
          <w:rFonts w:ascii="Times New Roman" w:hAnsi="Times New Roman" w:cs="Times New Roman"/>
          <w:i/>
          <w:sz w:val="24"/>
          <w:szCs w:val="24"/>
        </w:rPr>
        <w:t xml:space="preserve">I kaitsekategooria loomaliigi väljaküla väike-konnakotka </w:t>
      </w:r>
      <w:r w:rsidR="00AB2987" w:rsidRPr="00FA7EB9">
        <w:rPr>
          <w:rFonts w:ascii="Times New Roman" w:hAnsi="Times New Roman" w:cs="Times New Roman"/>
          <w:i/>
          <w:sz w:val="24"/>
          <w:szCs w:val="24"/>
        </w:rPr>
        <w:t>(</w:t>
      </w:r>
      <w:proofErr w:type="spellStart"/>
      <w:r w:rsidR="00AB2987" w:rsidRPr="00FA7EB9">
        <w:rPr>
          <w:rFonts w:ascii="Times New Roman" w:hAnsi="Times New Roman" w:cs="Times New Roman"/>
          <w:i/>
          <w:sz w:val="24"/>
          <w:szCs w:val="24"/>
        </w:rPr>
        <w:t>Aquila</w:t>
      </w:r>
      <w:proofErr w:type="spellEnd"/>
      <w:r w:rsidR="00AB2987" w:rsidRPr="00FA7EB9">
        <w:rPr>
          <w:rFonts w:ascii="Times New Roman" w:hAnsi="Times New Roman" w:cs="Times New Roman"/>
          <w:i/>
          <w:sz w:val="24"/>
          <w:szCs w:val="24"/>
        </w:rPr>
        <w:t xml:space="preserve"> </w:t>
      </w:r>
      <w:proofErr w:type="spellStart"/>
      <w:r w:rsidR="00AB2987" w:rsidRPr="00FA7EB9">
        <w:rPr>
          <w:rFonts w:ascii="Times New Roman" w:hAnsi="Times New Roman" w:cs="Times New Roman"/>
          <w:i/>
          <w:sz w:val="24"/>
          <w:szCs w:val="24"/>
        </w:rPr>
        <w:t>pomarina</w:t>
      </w:r>
      <w:proofErr w:type="spellEnd"/>
      <w:r w:rsidR="00AB2987" w:rsidRPr="00FA7EB9">
        <w:rPr>
          <w:rFonts w:ascii="Times New Roman" w:hAnsi="Times New Roman" w:cs="Times New Roman"/>
          <w:i/>
          <w:sz w:val="24"/>
          <w:szCs w:val="24"/>
        </w:rPr>
        <w:t xml:space="preserve">) </w:t>
      </w:r>
      <w:r w:rsidRPr="00FA7EB9">
        <w:rPr>
          <w:rFonts w:ascii="Times New Roman" w:hAnsi="Times New Roman" w:cs="Times New Roman"/>
          <w:i/>
          <w:sz w:val="24"/>
          <w:szCs w:val="24"/>
        </w:rPr>
        <w:t>püsielupaiga sihtkaitsevöönd, millest tulenevalt</w:t>
      </w:r>
      <w:r w:rsidR="00AB2987" w:rsidRPr="00FA7EB9">
        <w:rPr>
          <w:rFonts w:ascii="Times New Roman" w:hAnsi="Times New Roman" w:cs="Times New Roman"/>
          <w:i/>
          <w:sz w:val="24"/>
          <w:szCs w:val="24"/>
        </w:rPr>
        <w:t xml:space="preserve"> on ehitustöid on keelatud perioodil 1.03-31.08 (eesvool 300).</w:t>
      </w:r>
    </w:p>
    <w:p w14:paraId="55CAEB49" w14:textId="0E8F7927" w:rsidR="002551B0" w:rsidRPr="00FA7EB9" w:rsidRDefault="002E1AC2" w:rsidP="00FA7EB9">
      <w:pPr>
        <w:pStyle w:val="Loendilik"/>
        <w:numPr>
          <w:ilvl w:val="0"/>
          <w:numId w:val="12"/>
        </w:numPr>
        <w:tabs>
          <w:tab w:val="left" w:pos="284"/>
        </w:tabs>
        <w:spacing w:after="0" w:line="240" w:lineRule="auto"/>
        <w:ind w:left="0" w:firstLine="0"/>
        <w:jc w:val="both"/>
        <w:rPr>
          <w:rFonts w:ascii="Times New Roman" w:hAnsi="Times New Roman" w:cs="Times New Roman"/>
          <w:i/>
          <w:sz w:val="24"/>
          <w:szCs w:val="24"/>
        </w:rPr>
      </w:pPr>
      <w:r w:rsidRPr="00FA7EB9">
        <w:rPr>
          <w:rFonts w:ascii="Times New Roman" w:hAnsi="Times New Roman" w:cs="Times New Roman"/>
          <w:i/>
          <w:sz w:val="24"/>
          <w:szCs w:val="24"/>
        </w:rPr>
        <w:t xml:space="preserve">Objektil paiknevad järgmised </w:t>
      </w:r>
      <w:proofErr w:type="spellStart"/>
      <w:r w:rsidRPr="00FA7EB9">
        <w:rPr>
          <w:rFonts w:ascii="Times New Roman" w:hAnsi="Times New Roman" w:cs="Times New Roman"/>
          <w:i/>
          <w:sz w:val="24"/>
          <w:szCs w:val="24"/>
        </w:rPr>
        <w:t>vääriselupaigad</w:t>
      </w:r>
      <w:proofErr w:type="spellEnd"/>
      <w:r w:rsidRPr="00FA7EB9">
        <w:rPr>
          <w:rFonts w:ascii="Times New Roman" w:hAnsi="Times New Roman" w:cs="Times New Roman"/>
          <w:i/>
          <w:sz w:val="24"/>
          <w:szCs w:val="24"/>
        </w:rPr>
        <w:t xml:space="preserve"> VEP:  </w:t>
      </w:r>
      <w:r w:rsidR="00E05FE9" w:rsidRPr="00FA7EB9">
        <w:rPr>
          <w:rFonts w:ascii="Times New Roman" w:hAnsi="Times New Roman" w:cs="Times New Roman"/>
          <w:i/>
          <w:sz w:val="24"/>
          <w:szCs w:val="24"/>
        </w:rPr>
        <w:t>VEP nr.208220 ja VEP nr. 209074</w:t>
      </w:r>
      <w:r w:rsidR="00AC7AF0" w:rsidRPr="00FA7EB9">
        <w:rPr>
          <w:rFonts w:ascii="Times New Roman" w:hAnsi="Times New Roman" w:cs="Times New Roman"/>
          <w:i/>
          <w:sz w:val="24"/>
          <w:szCs w:val="24"/>
        </w:rPr>
        <w:t>.</w:t>
      </w:r>
    </w:p>
    <w:p w14:paraId="77AAC424" w14:textId="77777777" w:rsidR="00705773" w:rsidRPr="00DD6134" w:rsidRDefault="008A2313" w:rsidP="00E67DE8">
      <w:pPr>
        <w:pStyle w:val="Pealkiri31"/>
        <w:tabs>
          <w:tab w:val="left" w:pos="284"/>
        </w:tabs>
        <w:spacing w:after="0" w:line="240" w:lineRule="auto"/>
        <w:ind w:left="0" w:firstLine="0"/>
        <w:jc w:val="both"/>
        <w:rPr>
          <w:rFonts w:ascii="Times New Roman" w:hAnsi="Times New Roman" w:cs="Times New Roman"/>
          <w:sz w:val="24"/>
          <w:szCs w:val="24"/>
        </w:rPr>
      </w:pPr>
      <w:r w:rsidRPr="00FA7EB9">
        <w:rPr>
          <w:rFonts w:ascii="Times New Roman" w:hAnsi="Times New Roman" w:cs="Times New Roman"/>
          <w:sz w:val="24"/>
          <w:szCs w:val="24"/>
        </w:rPr>
        <w:t>teostama t</w:t>
      </w:r>
      <w:r w:rsidR="00705773" w:rsidRPr="00FA7EB9">
        <w:rPr>
          <w:rFonts w:ascii="Times New Roman" w:hAnsi="Times New Roman" w:cs="Times New Roman"/>
          <w:sz w:val="24"/>
          <w:szCs w:val="24"/>
        </w:rPr>
        <w:t xml:space="preserve">ööd, s.h projekti muutmisest </w:t>
      </w:r>
      <w:r w:rsidRPr="00FA7EB9">
        <w:rPr>
          <w:rFonts w:ascii="Times New Roman" w:hAnsi="Times New Roman" w:cs="Times New Roman"/>
          <w:sz w:val="24"/>
          <w:szCs w:val="24"/>
        </w:rPr>
        <w:t>tulenevad lisatööd, p</w:t>
      </w:r>
      <w:r w:rsidR="00705773" w:rsidRPr="00FA7EB9">
        <w:rPr>
          <w:rFonts w:ascii="Times New Roman" w:hAnsi="Times New Roman" w:cs="Times New Roman"/>
          <w:sz w:val="24"/>
          <w:szCs w:val="24"/>
        </w:rPr>
        <w:t>akkumises toodud hindadega, tähtaegselt ja k</w:t>
      </w:r>
      <w:r w:rsidRPr="00FA7EB9">
        <w:rPr>
          <w:rFonts w:ascii="Times New Roman" w:hAnsi="Times New Roman" w:cs="Times New Roman"/>
          <w:sz w:val="24"/>
          <w:szCs w:val="24"/>
        </w:rPr>
        <w:t>valiteetselt</w:t>
      </w:r>
      <w:r w:rsidRPr="00DD6134">
        <w:rPr>
          <w:rFonts w:ascii="Times New Roman" w:hAnsi="Times New Roman" w:cs="Times New Roman"/>
          <w:sz w:val="24"/>
          <w:szCs w:val="24"/>
        </w:rPr>
        <w:t xml:space="preserve"> ning informeerima t</w:t>
      </w:r>
      <w:r w:rsidR="00705773" w:rsidRPr="00DD6134">
        <w:rPr>
          <w:rFonts w:ascii="Times New Roman" w:hAnsi="Times New Roman" w:cs="Times New Roman"/>
          <w:sz w:val="24"/>
          <w:szCs w:val="24"/>
        </w:rPr>
        <w:t>ellijat tööde või lisatööde hili</w:t>
      </w:r>
      <w:r w:rsidR="00705773" w:rsidRPr="00DD6134">
        <w:rPr>
          <w:rFonts w:ascii="Times New Roman" w:hAnsi="Times New Roman" w:cs="Times New Roman"/>
          <w:sz w:val="24"/>
          <w:szCs w:val="24"/>
        </w:rPr>
        <w:softHyphen/>
        <w:t>ne</w:t>
      </w:r>
      <w:r w:rsidR="00705773" w:rsidRPr="00DD6134">
        <w:rPr>
          <w:rFonts w:ascii="Times New Roman" w:hAnsi="Times New Roman" w:cs="Times New Roman"/>
          <w:sz w:val="24"/>
          <w:szCs w:val="24"/>
        </w:rPr>
        <w:softHyphen/>
        <w:t>misest ja hilinemise põhjustest;</w:t>
      </w:r>
    </w:p>
    <w:p w14:paraId="6D339455" w14:textId="77777777" w:rsidR="00705773" w:rsidRPr="00E67DE8"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DD6134">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 seisundi halvenemist</w:t>
      </w:r>
      <w:r w:rsidRPr="00E67DE8">
        <w:rPr>
          <w:rFonts w:ascii="Times New Roman" w:hAnsi="Times New Roman" w:cs="Times New Roman"/>
          <w:sz w:val="24"/>
          <w:szCs w:val="24"/>
        </w:rPr>
        <w:t xml:space="preserve">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E67DE8">
        <w:rPr>
          <w:rFonts w:ascii="Times New Roman" w:hAnsi="Times New Roman" w:cs="Times New Roman"/>
          <w:sz w:val="24"/>
          <w:szCs w:val="24"/>
        </w:rPr>
        <w:t>kaitsma ja hoidma</w:t>
      </w:r>
      <w:r w:rsidRPr="00BE1A4D">
        <w:rPr>
          <w:rFonts w:ascii="Times New Roman" w:hAnsi="Times New Roman" w:cs="Times New Roman"/>
          <w:sz w:val="24"/>
          <w:szCs w:val="24"/>
        </w:rPr>
        <w:t xml:space="preserve">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5A5AFE62"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3F5B6F">
        <w:rPr>
          <w:rFonts w:ascii="Times New Roman" w:hAnsi="Times New Roman" w:cs="Times New Roman"/>
          <w:sz w:val="24"/>
          <w:szCs w:val="24"/>
        </w:rPr>
        <w:t>17</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6FDDD55B" w:rsidR="00BE1A4D"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2C4F0982" w14:textId="77777777" w:rsidR="003F5B6F" w:rsidRPr="00CD01B9" w:rsidRDefault="003F5B6F"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lastRenderedPageBreak/>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3"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3"/>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284C2CA3"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9F4FB4">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elevõtu akti allkirjastamisest</w:t>
      </w:r>
      <w:r w:rsidR="009F4FB4">
        <w:rPr>
          <w:rFonts w:ascii="Times New Roman" w:hAnsi="Times New Roman" w:cs="Times New Roman"/>
          <w:sz w:val="24"/>
          <w:szCs w:val="24"/>
        </w:rPr>
        <w:t xml:space="preserve"> Põl</w:t>
      </w:r>
      <w:r w:rsidR="00F9188A">
        <w:rPr>
          <w:rFonts w:ascii="Times New Roman" w:hAnsi="Times New Roman" w:cs="Times New Roman"/>
          <w:sz w:val="24"/>
          <w:szCs w:val="24"/>
        </w:rPr>
        <w:t>lumajandus- ja Toiduameti</w:t>
      </w:r>
      <w:bookmarkStart w:id="4" w:name="_Hlk120112615"/>
      <w:r w:rsidR="00FF26B0">
        <w:rPr>
          <w:rFonts w:ascii="Times New Roman" w:hAnsi="Times New Roman" w:cs="Times New Roman"/>
          <w:sz w:val="24"/>
          <w:szCs w:val="24"/>
        </w:rPr>
        <w:t xml:space="preserve"> ning Transpordiameti</w:t>
      </w:r>
      <w:r w:rsidR="004E2589">
        <w:rPr>
          <w:rFonts w:ascii="Times New Roman" w:hAnsi="Times New Roman" w:cs="Times New Roman"/>
          <w:sz w:val="24"/>
          <w:szCs w:val="24"/>
        </w:rPr>
        <w:t xml:space="preserve"> </w:t>
      </w:r>
      <w:bookmarkEnd w:id="4"/>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Pr="0029596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maksab töövõtjale töö teostamise eest tasu vastavalt edukaks tunnistatud pakkumuses (</w:t>
      </w:r>
      <w:r w:rsidRPr="00295969">
        <w:rPr>
          <w:rFonts w:ascii="Times New Roman" w:hAnsi="Times New Roman" w:cs="Times New Roman"/>
          <w:sz w:val="24"/>
          <w:szCs w:val="24"/>
        </w:rPr>
        <w:t xml:space="preserve">kogumaksumusega </w:t>
      </w:r>
      <w:r w:rsidRPr="00295969">
        <w:rPr>
          <w:rFonts w:ascii="Times New Roman" w:hAnsi="Times New Roman" w:cs="Times New Roman"/>
          <w:sz w:val="24"/>
          <w:szCs w:val="24"/>
        </w:rPr>
        <w:fldChar w:fldCharType="begin"/>
      </w:r>
      <w:r w:rsidRPr="00295969">
        <w:rPr>
          <w:rFonts w:ascii="Times New Roman" w:hAnsi="Times New Roman" w:cs="Times New Roman"/>
          <w:sz w:val="24"/>
          <w:szCs w:val="24"/>
        </w:rPr>
        <w:instrText xml:space="preserve"> MACROBUTTON  AcceptAllChangesInDoc [Sisesta summa] </w:instrText>
      </w:r>
      <w:r w:rsidRPr="00295969">
        <w:rPr>
          <w:rFonts w:ascii="Times New Roman" w:hAnsi="Times New Roman" w:cs="Times New Roman"/>
          <w:sz w:val="24"/>
          <w:szCs w:val="24"/>
        </w:rPr>
        <w:fldChar w:fldCharType="end"/>
      </w:r>
      <w:r w:rsidRPr="00295969">
        <w:rPr>
          <w:rFonts w:ascii="Times New Roman" w:hAnsi="Times New Roman" w:cs="Times New Roman"/>
          <w:sz w:val="24"/>
          <w:szCs w:val="24"/>
        </w:rPr>
        <w:t>(</w:t>
      </w:r>
      <w:r w:rsidRPr="00295969">
        <w:rPr>
          <w:rFonts w:ascii="Times New Roman" w:eastAsia="Calibri" w:hAnsi="Times New Roman" w:cs="Times New Roman"/>
          <w:sz w:val="24"/>
          <w:szCs w:val="24"/>
        </w:rPr>
        <w:fldChar w:fldCharType="begin"/>
      </w:r>
      <w:r w:rsidRPr="00295969">
        <w:rPr>
          <w:rFonts w:ascii="Times New Roman" w:eastAsia="Calibri" w:hAnsi="Times New Roman" w:cs="Times New Roman"/>
          <w:sz w:val="24"/>
          <w:szCs w:val="24"/>
        </w:rPr>
        <w:instrText xml:space="preserve"> MACROBUTTON  AcceptAllChangesInDoc [Sisesta summa sõnadega]) </w:instrText>
      </w:r>
      <w:r w:rsidRPr="00295969">
        <w:rPr>
          <w:rFonts w:ascii="Times New Roman" w:eastAsia="Calibri" w:hAnsi="Times New Roman" w:cs="Times New Roman"/>
          <w:sz w:val="24"/>
          <w:szCs w:val="24"/>
        </w:rPr>
        <w:fldChar w:fldCharType="end"/>
      </w:r>
      <w:r w:rsidRPr="00295969">
        <w:rPr>
          <w:rFonts w:ascii="Times New Roman" w:hAnsi="Times New Roman" w:cs="Times New Roman"/>
          <w:sz w:val="24"/>
          <w:szCs w:val="24"/>
        </w:rPr>
        <w:t>eurot, esitatud ühikuhindadele, esitatud tööde tellimustele ja vastuvõetud töömahtudele. Hindadele lisandub käibemaks 20%.</w:t>
      </w:r>
    </w:p>
    <w:p w14:paraId="5A229D1B" w14:textId="10E8D9E0" w:rsidR="00642E49" w:rsidRPr="0029596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295969">
        <w:rPr>
          <w:rFonts w:ascii="Times New Roman" w:hAnsi="Times New Roman" w:cs="Times New Roman"/>
          <w:sz w:val="24"/>
          <w:szCs w:val="24"/>
        </w:rPr>
        <w:t>Lepingus korrigeeritakse kvartalis tehtud tööde maksumust iga kvartal ehitushinnaindeksi muutusega. Lepingu indekseerimise aluseks on 202</w:t>
      </w:r>
      <w:r w:rsidR="00953506" w:rsidRPr="00295969">
        <w:rPr>
          <w:rFonts w:ascii="Times New Roman" w:hAnsi="Times New Roman" w:cs="Times New Roman"/>
          <w:sz w:val="24"/>
          <w:szCs w:val="24"/>
        </w:rPr>
        <w:t>2</w:t>
      </w:r>
      <w:r w:rsidRPr="00295969">
        <w:rPr>
          <w:rFonts w:ascii="Times New Roman" w:hAnsi="Times New Roman" w:cs="Times New Roman"/>
          <w:sz w:val="24"/>
          <w:szCs w:val="24"/>
        </w:rPr>
        <w:t>. aasta I</w:t>
      </w:r>
      <w:r w:rsidR="00953506" w:rsidRPr="00295969">
        <w:rPr>
          <w:rFonts w:ascii="Times New Roman" w:hAnsi="Times New Roman" w:cs="Times New Roman"/>
          <w:sz w:val="24"/>
          <w:szCs w:val="24"/>
        </w:rPr>
        <w:t>V</w:t>
      </w:r>
      <w:r w:rsidRPr="00295969">
        <w:rPr>
          <w:rFonts w:ascii="Times New Roman" w:hAnsi="Times New Roman" w:cs="Times New Roman"/>
          <w:sz w:val="24"/>
          <w:szCs w:val="24"/>
        </w:rPr>
        <w:t xml:space="preserve"> kvartali ehitushinnaindeks. Kvartali ehitustööde maksumust korrigeeritakse Statistikaameti ametlikus andmebaasis (</w:t>
      </w:r>
      <w:hyperlink r:id="rId9" w:history="1">
        <w:r w:rsidRPr="00295969">
          <w:rPr>
            <w:rStyle w:val="Hperlink"/>
            <w:rFonts w:ascii="Times New Roman" w:hAnsi="Times New Roman" w:cs="Times New Roman"/>
            <w:sz w:val="24"/>
            <w:szCs w:val="24"/>
          </w:rPr>
          <w:t>https://andmed.stat.ee/et/stat/majandus__hinnad/IA10</w:t>
        </w:r>
      </w:hyperlink>
      <w:r w:rsidR="00F32418" w:rsidRPr="00295969">
        <w:rPr>
          <w:rFonts w:ascii="Times New Roman" w:hAnsi="Times New Roman" w:cs="Times New Roman"/>
          <w:sz w:val="24"/>
          <w:szCs w:val="24"/>
        </w:rPr>
        <w:t>)</w:t>
      </w:r>
      <w:r w:rsidRPr="00295969">
        <w:rPr>
          <w:rFonts w:ascii="Times New Roman" w:hAnsi="Times New Roman" w:cs="Times New Roman"/>
          <w:sz w:val="24"/>
          <w:szCs w:val="24"/>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295969">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pakkumuses toodud hindadest</w:t>
      </w:r>
      <w:r w:rsidRPr="00E57720">
        <w:rPr>
          <w:rFonts w:ascii="Times New Roman" w:hAnsi="Times New Roman" w:cs="Times New Roman"/>
          <w:sz w:val="24"/>
          <w:szCs w:val="24"/>
        </w:rPr>
        <w:t xml:space="preserve">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3D5C4E4A"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sidR="00F9188A">
        <w:rPr>
          <w:rFonts w:ascii="Times New Roman" w:hAnsi="Times New Roman" w:cs="Times New Roman"/>
          <w:sz w:val="24"/>
          <w:szCs w:val="24"/>
        </w:rPr>
        <w:t xml:space="preserve">maaparandussüsteemi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F9188A">
        <w:rPr>
          <w:rFonts w:ascii="Times New Roman" w:hAnsi="Times New Roman" w:cs="Times New Roman"/>
          <w:sz w:val="24"/>
          <w:szCs w:val="24"/>
        </w:rPr>
        <w:t>Põllumajandus- ja Toiduameti</w:t>
      </w:r>
      <w:r w:rsidR="004E2589" w:rsidRPr="004E2589">
        <w:rPr>
          <w:rFonts w:ascii="Times New Roman" w:hAnsi="Times New Roman" w:cs="Times New Roman"/>
          <w:sz w:val="24"/>
          <w:szCs w:val="24"/>
        </w:rPr>
        <w:t xml:space="preserve"> </w:t>
      </w:r>
      <w:r w:rsidR="00FF26B0">
        <w:rPr>
          <w:rFonts w:ascii="Times New Roman" w:hAnsi="Times New Roman" w:cs="Times New Roman"/>
          <w:sz w:val="24"/>
          <w:szCs w:val="24"/>
        </w:rPr>
        <w:t xml:space="preserve">ning Transpordiameti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 xml:space="preserve">ele </w:t>
      </w:r>
      <w:r w:rsidR="00A43226" w:rsidRPr="00CD01B9">
        <w:rPr>
          <w:rFonts w:ascii="Times New Roman" w:hAnsi="Times New Roman" w:cs="Times New Roman"/>
          <w:sz w:val="24"/>
          <w:szCs w:val="24"/>
        </w:rPr>
        <w:lastRenderedPageBreak/>
        <w:t>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264191EF"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1C5D5E" w:rsidRPr="000F4802">
        <w:rPr>
          <w:rFonts w:ascii="Times New Roman" w:eastAsia="Times New Roman" w:hAnsi="Times New Roman" w:cs="Times New Roman"/>
          <w:sz w:val="24"/>
          <w:szCs w:val="24"/>
        </w:rPr>
        <w:t xml:space="preserve">Meris Süsta, tel: 5064594, e-mail: </w:t>
      </w:r>
      <w:hyperlink r:id="rId11" w:history="1">
        <w:r w:rsidR="001C5D5E" w:rsidRPr="000F4802">
          <w:rPr>
            <w:rStyle w:val="Hperlink"/>
            <w:rFonts w:ascii="Times New Roman" w:eastAsia="Times New Roman" w:hAnsi="Times New Roman" w:cs="Times New Roman"/>
            <w:sz w:val="24"/>
            <w:szCs w:val="24"/>
          </w:rPr>
          <w:t>meris.susta@rmk.ee</w:t>
        </w:r>
      </w:hyperlink>
      <w:r w:rsidR="001C5D5E">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15A953E5" w:rsidR="00125F24" w:rsidRDefault="00125F24" w:rsidP="00CD01B9">
      <w:pPr>
        <w:tabs>
          <w:tab w:val="left" w:pos="567"/>
        </w:tabs>
        <w:spacing w:after="0" w:line="240" w:lineRule="auto"/>
        <w:jc w:val="both"/>
        <w:rPr>
          <w:rFonts w:ascii="Times New Roman" w:hAnsi="Times New Roman" w:cs="Times New Roman"/>
          <w:sz w:val="24"/>
          <w:szCs w:val="24"/>
        </w:rPr>
      </w:pPr>
    </w:p>
    <w:p w14:paraId="1C042DC5" w14:textId="77777777" w:rsidR="00F847C8" w:rsidRPr="00CD01B9" w:rsidRDefault="00F847C8"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3F5B6F"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63924C09" w:rsidR="00705773" w:rsidRDefault="003F5B6F" w:rsidP="00177B2A">
            <w:pPr>
              <w:jc w:val="both"/>
              <w:rPr>
                <w:sz w:val="24"/>
                <w:szCs w:val="24"/>
              </w:rPr>
            </w:pPr>
            <w:r>
              <w:rPr>
                <w:sz w:val="24"/>
                <w:szCs w:val="24"/>
              </w:rPr>
              <w:t xml:space="preserve">Mõisa/3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3F5B6F"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3F5B6F"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63735388" w14:textId="2ACFC2D5" w:rsidR="006C6D5F" w:rsidRPr="0050772E" w:rsidRDefault="006C6D5F" w:rsidP="006C6D5F">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1</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2105028776"/>
          <w:placeholder>
            <w:docPart w:val="F18451ECCC4F41FF82FC8DDB0E4E6FF7"/>
          </w:placeholder>
          <w:showingPlcHdr/>
          <w:dataBinding w:prefixMappings="xmlns:ns0='http://schemas.openxmlformats.org/officeDocument/2006/extended-properties' " w:xpath="/ns0:Properties[1]/ns0:Company[1]" w:storeItemID="{6668398D-A668-4E3E-A5EB-62B293D839F1}"/>
          <w:text/>
        </w:sdtPr>
        <w:sdtEndPr/>
        <w:sdtContent>
          <w:r w:rsidR="00F847C8"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76B214CE14944F1A87CFDBFEF6667358"/>
          </w:placeholder>
          <w:showingPlcHdr/>
          <w:date w:fullDate="2023-02-09T00:00:00Z">
            <w:dateFormat w:val="d.MM.yyyy"/>
            <w:lid w:val="et-EE"/>
            <w:storeMappedDataAs w:val="dateTime"/>
            <w:calendar w:val="gregorian"/>
          </w:date>
        </w:sdtPr>
        <w:sdtEndPr/>
        <w:sdtContent>
          <w:r w:rsidR="00910E68"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sidR="00910E68">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5A5872BA" w14:textId="77777777" w:rsidR="006C6D5F" w:rsidRPr="00FE2065" w:rsidRDefault="006C6D5F" w:rsidP="006C6D5F">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0E36401C" w14:textId="77777777" w:rsidR="006C6D5F" w:rsidRPr="00FE2065" w:rsidRDefault="006C6D5F" w:rsidP="006C6D5F">
      <w:pPr>
        <w:pStyle w:val="Normaallaadveeb"/>
        <w:spacing w:after="0" w:afterAutospacing="0"/>
        <w:jc w:val="both"/>
        <w:rPr>
          <w:lang w:val="et-EE"/>
        </w:rPr>
      </w:pPr>
      <w:r w:rsidDel="00D0300B">
        <w:rPr>
          <w:rFonts w:eastAsia="Calibri"/>
          <w:lang w:val="et-EE"/>
        </w:rPr>
        <w:t xml:space="preserve"> </w:t>
      </w:r>
      <w:r w:rsidRPr="00735A3A">
        <w:rPr>
          <w:rFonts w:eastAsia="Calibri"/>
          <w:lang w:val="et-EE"/>
        </w:rPr>
        <w:t>(hiliseima digitaalallkirja kuupäev)</w:t>
      </w:r>
    </w:p>
    <w:p w14:paraId="52463349" w14:textId="77777777" w:rsidR="006C6D5F" w:rsidRPr="00FE2065" w:rsidRDefault="006C6D5F" w:rsidP="006C6D5F">
      <w:pPr>
        <w:spacing w:after="0" w:line="240" w:lineRule="auto"/>
        <w:jc w:val="both"/>
        <w:rPr>
          <w:rFonts w:ascii="Times New Roman" w:hAnsi="Times New Roman" w:cs="Times New Roman"/>
          <w:sz w:val="24"/>
          <w:szCs w:val="24"/>
        </w:rPr>
      </w:pPr>
    </w:p>
    <w:p w14:paraId="6A2A4B70" w14:textId="3DC64F60" w:rsidR="006C6D5F" w:rsidRPr="00FE2065" w:rsidRDefault="006C6D5F" w:rsidP="006C6D5F">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Pr>
          <w:rFonts w:ascii="Times New Roman" w:hAnsi="Times New Roman" w:cs="Times New Roman"/>
          <w:sz w:val="24"/>
          <w:szCs w:val="24"/>
        </w:rPr>
        <w:t xml:space="preserve"> tutvustas</w:t>
      </w:r>
      <w:r w:rsidRPr="00FE2065">
        <w:rPr>
          <w:rFonts w:ascii="Times New Roman" w:hAnsi="Times New Roman" w:cs="Times New Roman"/>
          <w:sz w:val="24"/>
          <w:szCs w:val="24"/>
        </w:rPr>
        <w:t xml:space="preserve"> ja </w:t>
      </w:r>
      <w:sdt>
        <w:sdtPr>
          <w:rPr>
            <w:rFonts w:ascii="Times New Roman" w:eastAsia="Calibri" w:hAnsi="Times New Roman" w:cs="Times New Roman"/>
            <w:b/>
            <w:bCs/>
            <w:color w:val="000000"/>
            <w:sz w:val="24"/>
          </w:rPr>
          <w:alias w:val="Company"/>
          <w:tag w:val=""/>
          <w:id w:val="-2111493372"/>
          <w:placeholder>
            <w:docPart w:val="222B1CFDE5364B37BB7CC5A931E75C9A"/>
          </w:placeholder>
          <w:showingPlcHdr/>
          <w:dataBinding w:prefixMappings="xmlns:ns0='http://schemas.openxmlformats.org/officeDocument/2006/extended-properties' " w:xpath="/ns0:Properties[1]/ns0:Company[1]" w:storeItemID="{6668398D-A668-4E3E-A5EB-62B293D839F1}"/>
          <w:text/>
        </w:sdtPr>
        <w:sdtEndPr/>
        <w:sdtContent>
          <w:r w:rsidR="00F847C8" w:rsidRPr="003F6A59">
            <w:rPr>
              <w:rStyle w:val="Kohatitetekst"/>
            </w:rPr>
            <w:t>[Company]</w:t>
          </w:r>
        </w:sdtContent>
      </w:sdt>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Pr="00FE2065">
        <w:rPr>
          <w:rFonts w:ascii="Times New Roman" w:hAnsi="Times New Roman" w:cs="Times New Roman"/>
          <w:sz w:val="24"/>
          <w:szCs w:val="24"/>
        </w:rPr>
        <w:t xml:space="preserve"> tutvus RMK juhatuse </w:t>
      </w:r>
      <w:sdt>
        <w:sdtPr>
          <w:rPr>
            <w:rFonts w:ascii="Times New Roman" w:hAnsi="Times New Roman" w:cs="Times New Roman"/>
            <w:sz w:val="24"/>
            <w:szCs w:val="24"/>
          </w:rPr>
          <w:id w:val="-1753195016"/>
          <w:placeholder>
            <w:docPart w:val="BBF3AB32E5CA4362B7CD3E3F34BC1323"/>
          </w:placeholder>
          <w:date w:fullDate="2022-03-15T00:00:00Z">
            <w:dateFormat w:val="d.MM.yyyy"/>
            <w:lid w:val="et-EE"/>
            <w:storeMappedDataAs w:val="dateTime"/>
            <w:calendar w:val="gregorian"/>
          </w:date>
        </w:sdtPr>
        <w:sdtEndPr/>
        <w:sdtContent>
          <w:r w:rsidRPr="00946351">
            <w:rPr>
              <w:rFonts w:ascii="Times New Roman" w:hAnsi="Times New Roman" w:cs="Times New Roman"/>
              <w:sz w:val="24"/>
              <w:szCs w:val="24"/>
            </w:rPr>
            <w:t>15.03.2022</w:t>
          </w:r>
        </w:sdtContent>
      </w:sdt>
      <w:r w:rsidRPr="00240C3D">
        <w:rPr>
          <w:rFonts w:ascii="Times New Roman" w:hAnsi="Times New Roman" w:cs="Times New Roman"/>
          <w:sz w:val="24"/>
          <w:szCs w:val="24"/>
        </w:rPr>
        <w:t xml:space="preserve"> </w:t>
      </w:r>
      <w:r>
        <w:rPr>
          <w:rFonts w:ascii="Times New Roman" w:hAnsi="Times New Roman" w:cs="Times New Roman"/>
          <w:sz w:val="24"/>
          <w:szCs w:val="24"/>
        </w:rPr>
        <w:t>otsuse</w:t>
      </w:r>
      <w:r w:rsidRPr="00240C3D">
        <w:rPr>
          <w:rFonts w:ascii="Times New Roman" w:hAnsi="Times New Roman" w:cs="Times New Roman"/>
          <w:sz w:val="24"/>
          <w:szCs w:val="24"/>
        </w:rPr>
        <w:t>ga</w:t>
      </w:r>
      <w:r w:rsidRPr="00FE2065">
        <w:rPr>
          <w:rFonts w:ascii="Times New Roman" w:hAnsi="Times New Roman" w:cs="Times New Roman"/>
          <w:sz w:val="24"/>
          <w:szCs w:val="24"/>
        </w:rPr>
        <w:t xml:space="preserve"> nr </w:t>
      </w:r>
      <w:r w:rsidRPr="00AB1D8C">
        <w:rPr>
          <w:rFonts w:ascii="Times New Roman" w:hAnsi="Times New Roman" w:cs="Times New Roman"/>
          <w:sz w:val="24"/>
          <w:szCs w:val="24"/>
        </w:rPr>
        <w:t>1-32/18</w:t>
      </w:r>
      <w:r>
        <w:rPr>
          <w:rFonts w:ascii="Times New Roman" w:hAnsi="Times New Roman" w:cs="Times New Roman"/>
          <w:sz w:val="24"/>
          <w:szCs w:val="24"/>
        </w:rPr>
        <w:t xml:space="preserve"> </w:t>
      </w:r>
      <w:r w:rsidRPr="00FE2065">
        <w:rPr>
          <w:rFonts w:ascii="Times New Roman" w:hAnsi="Times New Roman" w:cs="Times New Roman"/>
          <w:sz w:val="24"/>
          <w:szCs w:val="24"/>
        </w:rPr>
        <w:t xml:space="preserve">kinnitatud </w:t>
      </w:r>
      <w:r w:rsidRPr="00AB1D8C">
        <w:rPr>
          <w:rFonts w:ascii="Times New Roman" w:hAnsi="Times New Roman" w:cs="Times New Roman"/>
          <w:sz w:val="24"/>
          <w:szCs w:val="24"/>
        </w:rPr>
        <w:t>RMK keskkonnanõuded mootorsõidukitega ja saagidega töötamisel</w:t>
      </w:r>
      <w:r w:rsidRPr="00FE2065">
        <w:rPr>
          <w:rFonts w:ascii="Times New Roman" w:hAnsi="Times New Roman" w:cs="Times New Roman"/>
          <w:sz w:val="24"/>
          <w:szCs w:val="24"/>
        </w:rPr>
        <w:t>.</w:t>
      </w:r>
    </w:p>
    <w:p w14:paraId="739CF24F" w14:textId="77777777" w:rsidR="006C6D5F" w:rsidRPr="00FE2065" w:rsidRDefault="006C6D5F" w:rsidP="006C6D5F">
      <w:pPr>
        <w:spacing w:after="0" w:line="240" w:lineRule="auto"/>
        <w:jc w:val="both"/>
        <w:rPr>
          <w:rFonts w:ascii="Times New Roman" w:hAnsi="Times New Roman" w:cs="Times New Roman"/>
          <w:b/>
          <w:color w:val="000000" w:themeColor="text1"/>
          <w:sz w:val="24"/>
          <w:szCs w:val="24"/>
        </w:rPr>
      </w:pPr>
    </w:p>
    <w:p w14:paraId="6708ACBE" w14:textId="77777777" w:rsidR="006C6D5F" w:rsidRPr="00FE2065" w:rsidRDefault="006C6D5F" w:rsidP="006C6D5F">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 xml:space="preserve">RMK KESKKONNANÕUDED </w:t>
      </w:r>
      <w:r>
        <w:rPr>
          <w:rFonts w:ascii="Times New Roman" w:hAnsi="Times New Roman" w:cs="Times New Roman"/>
          <w:b/>
          <w:color w:val="000000" w:themeColor="text1"/>
        </w:rPr>
        <w:t>MOOTORSÕIDUKITEGA JA SAAGIDEGA T</w:t>
      </w:r>
      <w:r w:rsidRPr="00FE2065">
        <w:rPr>
          <w:rFonts w:ascii="Times New Roman" w:hAnsi="Times New Roman" w:cs="Times New Roman"/>
          <w:b/>
          <w:color w:val="000000" w:themeColor="text1"/>
        </w:rPr>
        <w:t>ÖÖ</w:t>
      </w:r>
      <w:r>
        <w:rPr>
          <w:rFonts w:ascii="Times New Roman" w:hAnsi="Times New Roman" w:cs="Times New Roman"/>
          <w:b/>
          <w:color w:val="000000" w:themeColor="text1"/>
        </w:rPr>
        <w:t>TAMIS</w:t>
      </w:r>
      <w:r w:rsidRPr="00FE2065">
        <w:rPr>
          <w:rFonts w:ascii="Times New Roman" w:hAnsi="Times New Roman" w:cs="Times New Roman"/>
          <w:b/>
          <w:color w:val="000000" w:themeColor="text1"/>
        </w:rPr>
        <w:t>EL</w:t>
      </w:r>
    </w:p>
    <w:p w14:paraId="52D7F287" w14:textId="77777777" w:rsidR="006C6D5F" w:rsidRPr="00FE2065" w:rsidRDefault="006C6D5F" w:rsidP="006C6D5F">
      <w:pPr>
        <w:spacing w:after="0" w:line="240" w:lineRule="auto"/>
        <w:jc w:val="both"/>
        <w:rPr>
          <w:rFonts w:ascii="Times New Roman" w:hAnsi="Times New Roman" w:cs="Times New Roman"/>
          <w:sz w:val="24"/>
          <w:szCs w:val="24"/>
        </w:rPr>
      </w:pPr>
    </w:p>
    <w:p w14:paraId="41800866"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1. Üldsätted</w:t>
      </w:r>
    </w:p>
    <w:p w14:paraId="67CF055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1.1. Juhend sätestab keskkonnaalased nõuded tööobjektil kütuste ja määrdeainete hoidmisele, tankimisele ja jäätmete käitlemisele ning hädaolukordades tegutsemisele.</w:t>
      </w:r>
    </w:p>
    <w:p w14:paraId="0C0D0E70"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1.2. Juhendi nõuded kehtivad sisepõlemismootori jõul liikuva sõidukiga (edaspidi masin) ning kettsaega, võsasaega ja trimmeriga (edaspidi saag) töötamisel.</w:t>
      </w:r>
    </w:p>
    <w:p w14:paraId="6BEF8FC3"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1.3. Juhendi koostamisel on lähtutud kehtivatest õigusaktidest, FSC ja PEFC säästliku metsamajandamise standardi ning ISO 14001 keskkonnajuhtimise ja ISO 9001 kvaliteedijuhtimise standardi nõuetest.</w:t>
      </w:r>
    </w:p>
    <w:p w14:paraId="606B2B1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0A601581"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2. Üldised nõuded</w:t>
      </w:r>
    </w:p>
    <w:p w14:paraId="23259FAD"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2.1. Kui töö käigus võib tekkida keskkonnareostus või ohtu sattuda tööobjektil viibivate isikute elu või tervis tuleb tööd koheselt peatada.</w:t>
      </w:r>
    </w:p>
    <w:p w14:paraId="756B70F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2.2. Metsas on keelatud teha lõket selleks mitte ettevalmistatud kohas. Tuleohtlikul ajal on keelatud metsas suitsetamine, lõkketegemine ning lahtise tule kasutamine.</w:t>
      </w:r>
    </w:p>
    <w:p w14:paraId="35D9614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2.3. Turbapinnasel töötav masin peab olema komplekteeritud seadmetega, mis välistavad väljalaskegaasis sädemete olemasolu.</w:t>
      </w:r>
    </w:p>
    <w:p w14:paraId="6F76182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2.4. Töö käigus tuleb vältida kultuurimälestiste (nt kultusekohad, sõjahauad, kääpad, ehitismälestised, mälestusmärgid) ning ristipuude ja pärandkultuuriobjektide kahjustamist ning risustamist okste jms.</w:t>
      </w:r>
    </w:p>
    <w:p w14:paraId="2089092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2.5. Suure linnupesa, diameetriga üle 40 cm, leidmisel peatada koheselt raietööd, teavitada leiust RMK poolset tööde juhti ja oodata edasisi tema korraldusi.</w:t>
      </w:r>
    </w:p>
    <w:p w14:paraId="442FE7C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2.6. Raielangil, v.a </w:t>
      </w:r>
      <w:proofErr w:type="spellStart"/>
      <w:r>
        <w:rPr>
          <w:rFonts w:ascii="TimesNewRomanPSMT" w:hAnsi="TimesNewRomanPSMT" w:cs="TimesNewRomanPSMT"/>
          <w:sz w:val="24"/>
          <w:szCs w:val="24"/>
        </w:rPr>
        <w:t>valgusturaiel</w:t>
      </w:r>
      <w:proofErr w:type="spellEnd"/>
      <w:r>
        <w:rPr>
          <w:rFonts w:ascii="TimesNewRomanPSMT" w:hAnsi="TimesNewRomanPSMT" w:cs="TimesNewRomanPSMT"/>
          <w:sz w:val="24"/>
          <w:szCs w:val="24"/>
        </w:rPr>
        <w:t xml:space="preserve">, tuleb vegetatsiooniperioodil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ohtlikel aladel kuuse ja männi kännud töödelda </w:t>
      </w:r>
      <w:proofErr w:type="spellStart"/>
      <w:r>
        <w:rPr>
          <w:rFonts w:ascii="TimesNewRomanPSMT" w:hAnsi="TimesNewRomanPSMT" w:cs="TimesNewRomanPSMT"/>
          <w:sz w:val="24"/>
          <w:szCs w:val="24"/>
        </w:rPr>
        <w:t>juurepessu</w:t>
      </w:r>
      <w:proofErr w:type="spellEnd"/>
      <w:r>
        <w:rPr>
          <w:rFonts w:ascii="TimesNewRomanPSMT" w:hAnsi="TimesNewRomanPSMT" w:cs="TimesNewRomanPSMT"/>
          <w:sz w:val="24"/>
          <w:szCs w:val="24"/>
        </w:rPr>
        <w:t xml:space="preserve"> leviku tõkestamiseks </w:t>
      </w:r>
      <w:proofErr w:type="spellStart"/>
      <w:r>
        <w:rPr>
          <w:rFonts w:ascii="TimesNewRomanPSMT" w:hAnsi="TimesNewRomanPSMT" w:cs="TimesNewRomanPSMT"/>
          <w:sz w:val="24"/>
          <w:szCs w:val="24"/>
        </w:rPr>
        <w:t>biotõrjepreparaadiga</w:t>
      </w:r>
      <w:proofErr w:type="spellEnd"/>
      <w:r>
        <w:rPr>
          <w:rFonts w:ascii="TimesNewRomanPSMT" w:hAnsi="TimesNewRomanPSMT" w:cs="TimesNewRomanPSMT"/>
          <w:sz w:val="24"/>
          <w:szCs w:val="24"/>
        </w:rPr>
        <w:t xml:space="preserve"> ROTSTOP</w:t>
      </w:r>
      <w:r>
        <w:rPr>
          <w:rFonts w:ascii="TimesNewRomanPSMT" w:hAnsi="TimesNewRomanPSMT" w:cs="TimesNewRomanPSMT"/>
          <w:sz w:val="16"/>
          <w:szCs w:val="16"/>
        </w:rPr>
        <w:t>®</w:t>
      </w:r>
      <w:r>
        <w:rPr>
          <w:rFonts w:ascii="TimesNewRomanPSMT" w:hAnsi="TimesNewRomanPSMT" w:cs="TimesNewRomanPSMT"/>
          <w:sz w:val="24"/>
          <w:szCs w:val="24"/>
        </w:rPr>
        <w:t>.</w:t>
      </w:r>
    </w:p>
    <w:p w14:paraId="7CDB2D8E"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7F6F9B3D"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3. Kütused ja tankimine</w:t>
      </w:r>
    </w:p>
    <w:p w14:paraId="77A380B2"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3.1. Sae tankimisel tuleb kasutada spetsiaalset kanistri otsikut, mis välistab üle- ja möödavalamist.</w:t>
      </w:r>
    </w:p>
    <w:p w14:paraId="568D3183"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3.2. Sae käivitamisel tuleb see viia vähemalt 3 meetri kaugusele kütuse tankimise paigast.</w:t>
      </w:r>
    </w:p>
    <w:p w14:paraId="01B14A62"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3.3. Kütusemahutid peavad olema ette nähtud kütuste hoidmiseks ja veoks, olema nõuetele vastavalt märgistatud ning omama vastavat sertifikaati.</w:t>
      </w:r>
    </w:p>
    <w:p w14:paraId="097F324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3.4. Kütusemahuteid tuleb tööobjektil hoida varjulises kohas.</w:t>
      </w:r>
    </w:p>
    <w:p w14:paraId="6FB8626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3.5. Kütust ja määrdeaineid ei tohi hoiustada looduslikele veekogudele lähemal kui 10 m.</w:t>
      </w:r>
    </w:p>
    <w:p w14:paraId="0FA3D20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3.6. Tööobjektil masina, mille kütusepaak on suurem kui 100 l, tankimisel tuleb kasutada spetsiaalset kütusepumpa, mis välistab kütuse keskkonda sattumist.</w:t>
      </w:r>
    </w:p>
    <w:p w14:paraId="1ABCAE7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 xml:space="preserve">3.7. Lekkinud kütus või määrdeained tuleb kokku koguda ja kuni </w:t>
      </w:r>
      <w:proofErr w:type="spellStart"/>
      <w:r>
        <w:rPr>
          <w:rFonts w:ascii="TimesNewRomanPSMT" w:hAnsi="TimesNewRomanPSMT" w:cs="TimesNewRomanPSMT"/>
          <w:sz w:val="24"/>
          <w:szCs w:val="24"/>
        </w:rPr>
        <w:t>äraveoni</w:t>
      </w:r>
      <w:proofErr w:type="spellEnd"/>
      <w:r>
        <w:rPr>
          <w:rFonts w:ascii="TimesNewRomanPSMT" w:hAnsi="TimesNewRomanPSMT" w:cs="TimesNewRomanPSMT"/>
          <w:sz w:val="24"/>
          <w:szCs w:val="24"/>
        </w:rPr>
        <w:t xml:space="preserve"> ladustada keskkonnaohutult.</w:t>
      </w:r>
    </w:p>
    <w:p w14:paraId="537D918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344A56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4B8A7DEB"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B0D72DF"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4. Tavajäätmed ja ohtlikud jäätmed</w:t>
      </w:r>
    </w:p>
    <w:p w14:paraId="6DFC87F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4.1. Kõik töö käigus tekkinud tavajäätmed ja ohtlikud jäätmed tuleb peale tööobjekti lõpetamist ära viia. Ohtlikeks jäätmeteks loetakse:</w:t>
      </w:r>
    </w:p>
    <w:p w14:paraId="0BF8D5FE"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4.1.1. kütuse ja määrdeainete taara;</w:t>
      </w:r>
    </w:p>
    <w:p w14:paraId="64361ADB"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4.1.2. markeerimisvärvi purgid;</w:t>
      </w:r>
    </w:p>
    <w:p w14:paraId="0AB13C7F"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4.1.3. kütuse või määrdeaine lekke tõrjumisel kasutatud absorbent;</w:t>
      </w:r>
    </w:p>
    <w:p w14:paraId="4C6A8E0E"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4.1.4. kütuse või määrdeainega kokku puutunud paberid jms;</w:t>
      </w:r>
    </w:p>
    <w:p w14:paraId="2ED89896"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4.1.5. akud, </w:t>
      </w:r>
      <w:proofErr w:type="spellStart"/>
      <w:r>
        <w:rPr>
          <w:rFonts w:ascii="TimesNewRomanPSMT" w:hAnsi="TimesNewRomanPSMT" w:cs="TimesNewRomanPSMT"/>
          <w:sz w:val="24"/>
          <w:szCs w:val="24"/>
        </w:rPr>
        <w:t>hüdrovoolikud</w:t>
      </w:r>
      <w:proofErr w:type="spellEnd"/>
      <w:r>
        <w:rPr>
          <w:rFonts w:ascii="TimesNewRomanPSMT" w:hAnsi="TimesNewRomanPSMT" w:cs="TimesNewRomanPSMT"/>
          <w:sz w:val="24"/>
          <w:szCs w:val="24"/>
        </w:rPr>
        <w:t>, kütuse- või õlifiltrid.</w:t>
      </w:r>
    </w:p>
    <w:p w14:paraId="466282BE"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4.2. Tööobjektil peab jäätmete olemasolul olema koht nende hoidmiseks.</w:t>
      </w:r>
    </w:p>
    <w:p w14:paraId="4C3E7B1B"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4.3. Tavajäätmed ja ohtlikud jäätmed tuleb hoida tööobjektil eraldi.</w:t>
      </w:r>
    </w:p>
    <w:p w14:paraId="14058A9C"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4.4. Ohtlikke jäätmeid peab hoidma ilmastiku- ning lekkekindlates anumates või pakendites.</w:t>
      </w:r>
    </w:p>
    <w:p w14:paraId="33A3474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19F363DD"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5. Masinate ja saagide seisund ning komplekteeritus</w:t>
      </w:r>
    </w:p>
    <w:p w14:paraId="294AD7AC"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5.1. Masinad peavad olema läbinud valmistaja poolt ettenähtud sagedusega hooldusi.</w:t>
      </w:r>
    </w:p>
    <w:p w14:paraId="3740B8C7"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5.2. Liikluses osalevad masinad peavad olema läbinud õigusaktides ettenähtud tehnoülevaatusi.</w:t>
      </w:r>
    </w:p>
    <w:p w14:paraId="48FD753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5.3. Masinas peab olema:</w:t>
      </w:r>
    </w:p>
    <w:p w14:paraId="3E86D7C2"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5.3.1. mobiiltelefon;</w:t>
      </w:r>
    </w:p>
    <w:p w14:paraId="56101553"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5.3.2. liiklusseaduse või tootja tehase komplektsusega ettenähtud ja kehtiva kontrollmärgistusega tulekustuti;</w:t>
      </w:r>
    </w:p>
    <w:p w14:paraId="420F07EA" w14:textId="77777777" w:rsidR="006C6D5F" w:rsidRDefault="006C6D5F" w:rsidP="006C6D5F">
      <w:pPr>
        <w:autoSpaceDE w:val="0"/>
        <w:autoSpaceDN w:val="0"/>
        <w:adjustRightInd w:val="0"/>
        <w:spacing w:after="0" w:line="240" w:lineRule="auto"/>
        <w:ind w:left="426"/>
        <w:jc w:val="both"/>
        <w:rPr>
          <w:rFonts w:ascii="TimesNewRomanPSMT" w:hAnsi="TimesNewRomanPSMT" w:cs="TimesNewRomanPSMT"/>
          <w:sz w:val="24"/>
          <w:szCs w:val="24"/>
        </w:rPr>
      </w:pPr>
      <w:r>
        <w:rPr>
          <w:rFonts w:ascii="TimesNewRomanPSMT" w:hAnsi="TimesNewRomanPSMT" w:cs="TimesNewRomanPSMT"/>
          <w:sz w:val="24"/>
          <w:szCs w:val="24"/>
        </w:rPr>
        <w:t xml:space="preserve">5.3.3. absorbentgraanulid vähemalt 20 kg või absorbentmatt, kui masinaks on harvester, </w:t>
      </w:r>
      <w:proofErr w:type="spellStart"/>
      <w:r>
        <w:rPr>
          <w:rFonts w:ascii="TimesNewRomanPSMT" w:hAnsi="TimesNewRomanPSMT" w:cs="TimesNewRomanPSMT"/>
          <w:sz w:val="24"/>
          <w:szCs w:val="24"/>
        </w:rPr>
        <w:t>forvarder</w:t>
      </w:r>
      <w:proofErr w:type="spellEnd"/>
      <w:r>
        <w:rPr>
          <w:rFonts w:ascii="TimesNewRomanPSMT" w:hAnsi="TimesNewRomanPSMT" w:cs="TimesNewRomanPSMT"/>
          <w:sz w:val="24"/>
          <w:szCs w:val="24"/>
        </w:rPr>
        <w:t xml:space="preserve">, metsamajanduslikuks tööks kohandatud põllumajanduslik traktor, giljotiin, maapinna ettevalmistamise masin, puiduveok, </w:t>
      </w:r>
      <w:proofErr w:type="spellStart"/>
      <w:r>
        <w:rPr>
          <w:rFonts w:ascii="TimesNewRomanPSMT" w:hAnsi="TimesNewRomanPSMT" w:cs="TimesNewRomanPSMT"/>
          <w:sz w:val="24"/>
          <w:szCs w:val="24"/>
        </w:rPr>
        <w:t>hakkur</w:t>
      </w:r>
      <w:proofErr w:type="spellEnd"/>
      <w:r>
        <w:rPr>
          <w:rFonts w:ascii="TimesNewRomanPSMT" w:hAnsi="TimesNewRomanPSMT" w:cs="TimesNewRomanPSMT"/>
          <w:sz w:val="24"/>
          <w:szCs w:val="24"/>
        </w:rPr>
        <w:t xml:space="preserve"> või ekskavaator.</w:t>
      </w:r>
    </w:p>
    <w:p w14:paraId="55AF7206"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5.4. Saag peab olema komplektne ja vastama tootja nõuetele.</w:t>
      </w:r>
    </w:p>
    <w:p w14:paraId="46B63E19"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5.5. Saega töötaval isikul peab olema kaasas mobiiltelefon.</w:t>
      </w:r>
    </w:p>
    <w:p w14:paraId="587930D4"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5.6. Visuaalsel vaatlusel tuvastatava õli- või kütuselekkega masina või sae kasutamine on keelatud.</w:t>
      </w:r>
    </w:p>
    <w:p w14:paraId="3C53167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5.7. Kui masinat või saagi ei kasutata, tuleb selle mootor seisata.</w:t>
      </w:r>
    </w:p>
    <w:p w14:paraId="5A92EC0A"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p>
    <w:p w14:paraId="517616AC" w14:textId="77777777" w:rsidR="006C6D5F" w:rsidRDefault="006C6D5F" w:rsidP="006C6D5F">
      <w:pPr>
        <w:autoSpaceDE w:val="0"/>
        <w:autoSpaceDN w:val="0"/>
        <w:adjustRightInd w:val="0"/>
        <w:spacing w:after="0" w:line="240" w:lineRule="auto"/>
        <w:jc w:val="both"/>
        <w:rPr>
          <w:rFonts w:ascii="TimesNewRomanPS-BoldMT" w:hAnsi="TimesNewRomanPS-BoldMT" w:cs="TimesNewRomanPS-BoldMT"/>
          <w:b/>
          <w:bCs/>
          <w:sz w:val="24"/>
          <w:szCs w:val="24"/>
        </w:rPr>
      </w:pPr>
      <w:r>
        <w:rPr>
          <w:rFonts w:ascii="TimesNewRomanPS-BoldMT" w:hAnsi="TimesNewRomanPS-BoldMT" w:cs="TimesNewRomanPS-BoldMT"/>
          <w:b/>
          <w:bCs/>
          <w:sz w:val="24"/>
          <w:szCs w:val="24"/>
        </w:rPr>
        <w:t>6. Hädaolukorrad</w:t>
      </w:r>
    </w:p>
    <w:p w14:paraId="3A50928F"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6.1. Tulekahju korral, mida ei suudeta iseseisvalt kustutada, tuleb helistada 112 ja tulekahjust teavitada RMK poolset tööde juhti. Võimalusel asuda olemasolevate vahenditega põlemiskollet kustutama, samas kindlustades enese ohutuse.</w:t>
      </w:r>
    </w:p>
    <w:p w14:paraId="40135C21"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6.2. Tulekahjust teatamisel tuleb öelda rahulikul häälel teataja nimi, sündmuskoha võimalik täpne asukoht ja mis põleb.</w:t>
      </w:r>
    </w:p>
    <w:p w14:paraId="41C23235" w14:textId="77777777" w:rsidR="006C6D5F" w:rsidRDefault="006C6D5F" w:rsidP="006C6D5F">
      <w:pPr>
        <w:autoSpaceDE w:val="0"/>
        <w:autoSpaceDN w:val="0"/>
        <w:adjustRightInd w:val="0"/>
        <w:spacing w:after="0" w:line="240" w:lineRule="auto"/>
        <w:jc w:val="both"/>
        <w:rPr>
          <w:rFonts w:ascii="TimesNewRomanPSMT" w:hAnsi="TimesNewRomanPSMT" w:cs="TimesNewRomanPSMT"/>
          <w:sz w:val="24"/>
          <w:szCs w:val="24"/>
        </w:rPr>
      </w:pPr>
      <w:r>
        <w:rPr>
          <w:rFonts w:ascii="TimesNewRomanPSMT" w:hAnsi="TimesNewRomanPSMT" w:cs="TimesNewRomanPSMT"/>
          <w:sz w:val="24"/>
          <w:szCs w:val="24"/>
        </w:rPr>
        <w:t>6.3. Keskkonnareostuse korral, mida ei suudeta olemasolevate tõrjevahenditega kõrvaldada, tuleb helistada 112 ja reostusest teavitada RMK poolset tööde juhti.</w:t>
      </w:r>
    </w:p>
    <w:p w14:paraId="520CFB63" w14:textId="77777777" w:rsidR="006C6D5F" w:rsidRPr="00FE2065" w:rsidRDefault="006C6D5F" w:rsidP="006C6D5F">
      <w:pPr>
        <w:autoSpaceDE w:val="0"/>
        <w:autoSpaceDN w:val="0"/>
        <w:adjustRightInd w:val="0"/>
        <w:spacing w:after="0" w:line="240" w:lineRule="auto"/>
        <w:jc w:val="both"/>
        <w:rPr>
          <w:rFonts w:ascii="Times New Roman" w:hAnsi="Times New Roman" w:cs="Times New Roman"/>
          <w:sz w:val="24"/>
          <w:szCs w:val="24"/>
        </w:rPr>
      </w:pPr>
      <w:r>
        <w:rPr>
          <w:rFonts w:ascii="TimesNewRomanPSMT" w:hAnsi="TimesNewRomanPSMT" w:cs="TimesNewRomanPSMT"/>
          <w:sz w:val="24"/>
          <w:szCs w:val="24"/>
        </w:rPr>
        <w:t xml:space="preserve">6.4.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leidmisel, tuleb helistada 112 ja leidmisest teavitada RMK poolset tööde juhti ning peatada töö kuni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spetsialistide saabumiseni ning oodata edasisi RMK poolseid korraldusi. Leitud </w:t>
      </w:r>
      <w:proofErr w:type="spellStart"/>
      <w:r>
        <w:rPr>
          <w:rFonts w:ascii="TimesNewRomanPSMT" w:hAnsi="TimesNewRomanPSMT" w:cs="TimesNewRomanPSMT"/>
          <w:sz w:val="24"/>
          <w:szCs w:val="24"/>
        </w:rPr>
        <w:t>lõhkematerjali</w:t>
      </w:r>
      <w:proofErr w:type="spellEnd"/>
      <w:r>
        <w:rPr>
          <w:rFonts w:ascii="TimesNewRomanPSMT" w:hAnsi="TimesNewRomanPSMT" w:cs="TimesNewRomanPSMT"/>
          <w:sz w:val="24"/>
          <w:szCs w:val="24"/>
        </w:rPr>
        <w:t xml:space="preserve"> ei tohi puudutada.</w:t>
      </w:r>
    </w:p>
    <w:p w14:paraId="5714E087" w14:textId="77777777" w:rsidR="006C6D5F" w:rsidRDefault="006C6D5F" w:rsidP="006C6D5F">
      <w:pPr>
        <w:spacing w:after="0" w:line="240" w:lineRule="auto"/>
        <w:jc w:val="both"/>
        <w:outlineLvl w:val="0"/>
        <w:rPr>
          <w:rFonts w:ascii="Times New Roman" w:hAnsi="Times New Roman" w:cs="Times New Roman"/>
          <w:b/>
          <w:sz w:val="24"/>
          <w:szCs w:val="24"/>
        </w:rPr>
      </w:pPr>
    </w:p>
    <w:p w14:paraId="56F67388" w14:textId="77777777" w:rsidR="006C6D5F" w:rsidRPr="00FE2065" w:rsidRDefault="006C6D5F" w:rsidP="006C6D5F">
      <w:pPr>
        <w:spacing w:after="0" w:line="240" w:lineRule="auto"/>
        <w:jc w:val="both"/>
        <w:outlineLvl w:val="0"/>
        <w:rPr>
          <w:rFonts w:ascii="Times New Roman" w:hAnsi="Times New Roman" w:cs="Times New Roman"/>
          <w:b/>
          <w:sz w:val="24"/>
          <w:szCs w:val="24"/>
        </w:rPr>
      </w:pPr>
    </w:p>
    <w:p w14:paraId="47BB161A" w14:textId="77777777" w:rsidR="006C6D5F" w:rsidRPr="00FE2065" w:rsidRDefault="006C6D5F" w:rsidP="006C6D5F">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6F4BBA49" w14:textId="77777777" w:rsidR="006C6D5F" w:rsidRPr="00FE2065" w:rsidRDefault="006C6D5F" w:rsidP="006C6D5F">
      <w:pPr>
        <w:spacing w:after="0" w:line="240" w:lineRule="auto"/>
        <w:jc w:val="both"/>
        <w:rPr>
          <w:rFonts w:ascii="Times New Roman" w:hAnsi="Times New Roman" w:cs="Times New Roman"/>
          <w:sz w:val="24"/>
          <w:szCs w:val="24"/>
        </w:rPr>
      </w:pPr>
    </w:p>
    <w:p w14:paraId="4736705D" w14:textId="77777777" w:rsidR="006C6D5F" w:rsidRPr="00FE2065" w:rsidRDefault="006C6D5F" w:rsidP="006C6D5F">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6C6D5F" w14:paraId="6F5D6350" w14:textId="77777777" w:rsidTr="00FE59D6">
        <w:tc>
          <w:tcPr>
            <w:tcW w:w="4606" w:type="dxa"/>
          </w:tcPr>
          <w:p w14:paraId="0E8184B8" w14:textId="77777777" w:rsidR="006C6D5F" w:rsidRDefault="006C6D5F" w:rsidP="00FE59D6">
            <w:pPr>
              <w:jc w:val="both"/>
            </w:pPr>
          </w:p>
        </w:tc>
        <w:tc>
          <w:tcPr>
            <w:tcW w:w="4606" w:type="dxa"/>
          </w:tcPr>
          <w:p w14:paraId="19CD2DA9" w14:textId="77777777" w:rsidR="006C6D5F" w:rsidRDefault="006C6D5F" w:rsidP="00FE59D6">
            <w:pPr>
              <w:jc w:val="both"/>
            </w:pPr>
          </w:p>
        </w:tc>
      </w:tr>
      <w:tr w:rsidR="006C6D5F" w14:paraId="0669BC5D" w14:textId="77777777" w:rsidTr="00FE59D6">
        <w:tc>
          <w:tcPr>
            <w:tcW w:w="4606" w:type="dxa"/>
          </w:tcPr>
          <w:p w14:paraId="6CB7F9BB" w14:textId="77777777" w:rsidR="006C6D5F" w:rsidRPr="002C6717" w:rsidRDefault="003F5B6F" w:rsidP="00FE59D6">
            <w:pPr>
              <w:jc w:val="both"/>
              <w:rPr>
                <w:sz w:val="24"/>
                <w:szCs w:val="24"/>
              </w:rPr>
            </w:pPr>
            <w:sdt>
              <w:sdtPr>
                <w:rPr>
                  <w:sz w:val="24"/>
                  <w:szCs w:val="24"/>
                </w:rPr>
                <w:id w:val="1096833988"/>
                <w:placeholder>
                  <w:docPart w:val="B7DECEA028E745C1B21E8F2AEF20B447"/>
                </w:placeholder>
                <w:comboBox>
                  <w:listItem w:displayText=" " w:value=" "/>
                  <w:listItem w:displayText="(allkirjastatud digitaalselt)" w:value="(allkirjastatud digitaalselt)"/>
                </w:comboBox>
              </w:sdtPr>
              <w:sdtEndPr/>
              <w:sdtContent>
                <w:r w:rsidR="006C6D5F">
                  <w:rPr>
                    <w:sz w:val="24"/>
                    <w:szCs w:val="24"/>
                  </w:rPr>
                  <w:t>(allkirjastatud digitaalselt)</w:t>
                </w:r>
              </w:sdtContent>
            </w:sdt>
          </w:p>
        </w:tc>
        <w:tc>
          <w:tcPr>
            <w:tcW w:w="4606" w:type="dxa"/>
          </w:tcPr>
          <w:p w14:paraId="68F47CEF" w14:textId="77777777" w:rsidR="006C6D5F" w:rsidRPr="002C6717" w:rsidRDefault="003F5B6F" w:rsidP="00FE59D6">
            <w:pPr>
              <w:jc w:val="both"/>
              <w:rPr>
                <w:sz w:val="24"/>
                <w:szCs w:val="24"/>
              </w:rPr>
            </w:pPr>
            <w:sdt>
              <w:sdtPr>
                <w:rPr>
                  <w:sz w:val="24"/>
                  <w:szCs w:val="24"/>
                </w:rPr>
                <w:id w:val="-992566896"/>
                <w:placeholder>
                  <w:docPart w:val="D6A8CD353B4F4CF5904238AADC52C1C5"/>
                </w:placeholder>
                <w:comboBox>
                  <w:listItem w:displayText=" " w:value=" "/>
                  <w:listItem w:displayText="(allkirjastatud digitaalselt)" w:value="(allkirjastatud digitaalselt)"/>
                </w:comboBox>
              </w:sdtPr>
              <w:sdtEndPr/>
              <w:sdtContent>
                <w:r w:rsidR="006C6D5F">
                  <w:rPr>
                    <w:sz w:val="24"/>
                    <w:szCs w:val="24"/>
                  </w:rPr>
                  <w:t>(allkirjastatud digitaalselt)</w:t>
                </w:r>
              </w:sdtContent>
            </w:sdt>
          </w:p>
        </w:tc>
      </w:tr>
      <w:tr w:rsidR="006C6D5F" w14:paraId="0DB86C56" w14:textId="77777777" w:rsidTr="00FE59D6">
        <w:tc>
          <w:tcPr>
            <w:tcW w:w="4606" w:type="dxa"/>
          </w:tcPr>
          <w:p w14:paraId="216BDF9A" w14:textId="77777777" w:rsidR="006C6D5F" w:rsidRPr="002C6717" w:rsidRDefault="006C6D5F" w:rsidP="00FE59D6">
            <w:pPr>
              <w:jc w:val="both"/>
              <w:rPr>
                <w:sz w:val="24"/>
                <w:szCs w:val="24"/>
              </w:rPr>
            </w:pPr>
          </w:p>
        </w:tc>
        <w:tc>
          <w:tcPr>
            <w:tcW w:w="4606" w:type="dxa"/>
          </w:tcPr>
          <w:p w14:paraId="426DEA0A" w14:textId="77777777" w:rsidR="006C6D5F" w:rsidRPr="002C6717" w:rsidRDefault="006C6D5F" w:rsidP="00FE59D6">
            <w:pPr>
              <w:jc w:val="both"/>
              <w:rPr>
                <w:sz w:val="24"/>
                <w:szCs w:val="24"/>
              </w:rPr>
            </w:pPr>
          </w:p>
        </w:tc>
      </w:tr>
      <w:tr w:rsidR="006C6D5F" w14:paraId="190B0ABD" w14:textId="77777777" w:rsidTr="00FE59D6">
        <w:tc>
          <w:tcPr>
            <w:tcW w:w="4606" w:type="dxa"/>
          </w:tcPr>
          <w:p w14:paraId="7720C587" w14:textId="77777777" w:rsidR="006C6D5F" w:rsidRPr="002C6717" w:rsidRDefault="006C6D5F" w:rsidP="00FE59D6">
            <w:pPr>
              <w:jc w:val="both"/>
              <w:rPr>
                <w:sz w:val="24"/>
                <w:szCs w:val="24"/>
              </w:rPr>
            </w:pPr>
            <w:r w:rsidRPr="00240C3D">
              <w:rPr>
                <w:sz w:val="24"/>
                <w:szCs w:val="24"/>
                <w:lang w:eastAsia="en-US"/>
              </w:rPr>
              <w:t>Margus Reimann</w:t>
            </w:r>
          </w:p>
        </w:tc>
        <w:tc>
          <w:tcPr>
            <w:tcW w:w="4606" w:type="dxa"/>
          </w:tcPr>
          <w:p w14:paraId="3F46C547" w14:textId="24F4CE46" w:rsidR="006C6D5F" w:rsidRPr="002C6717" w:rsidRDefault="00910E68" w:rsidP="00FE59D6">
            <w:pPr>
              <w:jc w:val="both"/>
              <w:rPr>
                <w:sz w:val="24"/>
                <w:szCs w:val="24"/>
              </w:rPr>
            </w:pPr>
            <w:r>
              <w:rPr>
                <w:sz w:val="24"/>
                <w:szCs w:val="24"/>
              </w:rPr>
              <w:t>……………………..</w:t>
            </w:r>
          </w:p>
        </w:tc>
      </w:tr>
    </w:tbl>
    <w:p w14:paraId="57E121C1" w14:textId="77777777" w:rsidR="006C6D5F" w:rsidRDefault="006C6D5F" w:rsidP="006C6D5F">
      <w:pPr>
        <w:rPr>
          <w:rFonts w:ascii="Times New Roman" w:hAnsi="Times New Roman" w:cs="Times New Roman"/>
          <w:sz w:val="24"/>
          <w:szCs w:val="24"/>
        </w:rPr>
      </w:pPr>
      <w:r>
        <w:rPr>
          <w:rFonts w:ascii="Times New Roman" w:hAnsi="Times New Roman" w:cs="Times New Roman"/>
          <w:sz w:val="24"/>
          <w:szCs w:val="24"/>
        </w:rPr>
        <w:br w:type="page"/>
      </w:r>
    </w:p>
    <w:p w14:paraId="72D8CA38" w14:textId="53546A8E" w:rsidR="006C6D5F" w:rsidRPr="0050772E" w:rsidRDefault="006C6D5F" w:rsidP="000E5586">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Lisa 2</w:t>
      </w:r>
      <w:r>
        <w:rPr>
          <w:rFonts w:ascii="Times New Roman" w:hAnsi="Times New Roman" w:cs="Times New Roman"/>
          <w:sz w:val="20"/>
          <w:szCs w:val="20"/>
        </w:rPr>
        <w:br/>
        <w:t xml:space="preserve">RMK ja </w:t>
      </w:r>
      <w:sdt>
        <w:sdtPr>
          <w:rPr>
            <w:rFonts w:ascii="Times New Roman" w:eastAsia="Calibri" w:hAnsi="Times New Roman" w:cs="Times New Roman"/>
            <w:b/>
            <w:bCs/>
            <w:color w:val="000000"/>
            <w:sz w:val="24"/>
          </w:rPr>
          <w:alias w:val="Company"/>
          <w:tag w:val=""/>
          <w:id w:val="-1082294620"/>
          <w:placeholder>
            <w:docPart w:val="B16D51DCF0B84B67B1EDD51DD1C34445"/>
          </w:placeholder>
          <w:showingPlcHdr/>
          <w:dataBinding w:prefixMappings="xmlns:ns0='http://schemas.openxmlformats.org/officeDocument/2006/extended-properties' " w:xpath="/ns0:Properties[1]/ns0:Company[1]" w:storeItemID="{6668398D-A668-4E3E-A5EB-62B293D839F1}"/>
          <w:text/>
        </w:sdtPr>
        <w:sdtEndPr/>
        <w:sdtContent>
          <w:r w:rsidR="001B2707" w:rsidRPr="003F6A59">
            <w:rPr>
              <w:rStyle w:val="Kohatitetekst"/>
            </w:rPr>
            <w:t>[Company]</w:t>
          </w:r>
        </w:sdtContent>
      </w:sdt>
      <w:r w:rsidRPr="00A33832">
        <w:rPr>
          <w:rFonts w:ascii="Times New Roman" w:hAnsi="Times New Roman" w:cs="Times New Roman"/>
          <w:sz w:val="20"/>
          <w:szCs w:val="20"/>
        </w:rPr>
        <w:t xml:space="preserve"> </w:t>
      </w:r>
      <w:r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16029127"/>
          <w:placeholder>
            <w:docPart w:val="EA83D187135C4F2DB67EB5D14C191FCA"/>
          </w:placeholder>
          <w:showingPlcHdr/>
          <w:date w:fullDate="2023-02-09T00:00:00Z">
            <w:dateFormat w:val="d.MM.yyyy"/>
            <w:lid w:val="et-EE"/>
            <w:storeMappedDataAs w:val="dateTime"/>
            <w:calendar w:val="gregorian"/>
          </w:date>
        </w:sdtPr>
        <w:sdtEndPr/>
        <w:sdtContent>
          <w:r w:rsidR="00910E68" w:rsidRPr="00BE118B">
            <w:rPr>
              <w:rStyle w:val="Kohatitetekst"/>
            </w:rPr>
            <w:t>Click here to enter a date.</w:t>
          </w:r>
        </w:sdtContent>
      </w:sdt>
      <w:r w:rsidRPr="0050772E">
        <w:rPr>
          <w:rFonts w:ascii="Times New Roman" w:hAnsi="Times New Roman" w:cs="Times New Roman"/>
          <w:sz w:val="20"/>
          <w:szCs w:val="20"/>
        </w:rPr>
        <w:t xml:space="preserve"> sõlmitud metsaparandus</w:t>
      </w:r>
      <w:r>
        <w:rPr>
          <w:rFonts w:ascii="Times New Roman" w:hAnsi="Times New Roman" w:cs="Times New Roman"/>
          <w:sz w:val="20"/>
          <w:szCs w:val="20"/>
        </w:rPr>
        <w:t>tööde</w:t>
      </w:r>
      <w:r w:rsidRPr="0050772E">
        <w:rPr>
          <w:rFonts w:ascii="Times New Roman" w:hAnsi="Times New Roman" w:cs="Times New Roman"/>
          <w:sz w:val="20"/>
          <w:szCs w:val="20"/>
        </w:rPr>
        <w:t xml:space="preserve"> töövõtulepingu </w:t>
      </w:r>
      <w:r>
        <w:rPr>
          <w:rFonts w:ascii="Times New Roman" w:hAnsi="Times New Roman" w:cs="Times New Roman"/>
          <w:sz w:val="20"/>
          <w:szCs w:val="20"/>
        </w:rPr>
        <w:t xml:space="preserve">nr </w:t>
      </w:r>
      <w:r w:rsidRPr="00B21C9B">
        <w:rPr>
          <w:rFonts w:ascii="Times New Roman" w:hAnsi="Times New Roman" w:cs="Times New Roman"/>
          <w:sz w:val="20"/>
          <w:szCs w:val="20"/>
        </w:rPr>
        <w:t>3-2.6/202</w:t>
      </w:r>
      <w:r>
        <w:rPr>
          <w:rFonts w:ascii="Times New Roman" w:hAnsi="Times New Roman" w:cs="Times New Roman"/>
          <w:sz w:val="20"/>
          <w:szCs w:val="20"/>
        </w:rPr>
        <w:t>3</w:t>
      </w:r>
      <w:r w:rsidRPr="00B21C9B">
        <w:rPr>
          <w:rFonts w:ascii="Times New Roman" w:hAnsi="Times New Roman" w:cs="Times New Roman"/>
          <w:sz w:val="20"/>
          <w:szCs w:val="20"/>
        </w:rPr>
        <w:t>/</w:t>
      </w:r>
      <w:r w:rsidR="00910E68">
        <w:rPr>
          <w:rFonts w:ascii="Times New Roman" w:hAnsi="Times New Roman" w:cs="Times New Roman"/>
          <w:sz w:val="20"/>
          <w:szCs w:val="20"/>
        </w:rPr>
        <w:t>………</w:t>
      </w:r>
      <w:r>
        <w:rPr>
          <w:rFonts w:ascii="Times New Roman" w:hAnsi="Times New Roman" w:cs="Times New Roman"/>
          <w:sz w:val="20"/>
          <w:szCs w:val="20"/>
        </w:rPr>
        <w:t xml:space="preserve"> </w:t>
      </w:r>
      <w:r w:rsidRPr="0050772E">
        <w:rPr>
          <w:rFonts w:ascii="Times New Roman" w:hAnsi="Times New Roman" w:cs="Times New Roman"/>
          <w:sz w:val="20"/>
          <w:szCs w:val="20"/>
        </w:rPr>
        <w:t>juurde</w:t>
      </w:r>
    </w:p>
    <w:p w14:paraId="01D2AFC6"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0AADE1ED" w14:textId="77777777" w:rsidR="006C6D5F" w:rsidRPr="003F3A57" w:rsidRDefault="006C6D5F" w:rsidP="006C6D5F">
      <w:pPr>
        <w:spacing w:after="0" w:line="360" w:lineRule="auto"/>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ANDMETÖÖTLUSE TINGIMUSED VOLITATUD TÖÖTLEJALE</w:t>
      </w:r>
    </w:p>
    <w:p w14:paraId="4BC0EDE8" w14:textId="77777777" w:rsidR="006C6D5F" w:rsidRDefault="006C6D5F" w:rsidP="006C6D5F">
      <w:pPr>
        <w:spacing w:after="0" w:line="360" w:lineRule="auto"/>
        <w:jc w:val="both"/>
        <w:rPr>
          <w:rFonts w:ascii="Times New Roman" w:eastAsia="Calibri" w:hAnsi="Times New Roman" w:cs="Times New Roman"/>
          <w:color w:val="000000"/>
          <w:sz w:val="24"/>
        </w:rPr>
      </w:pPr>
    </w:p>
    <w:p w14:paraId="4373BF94" w14:textId="77777777" w:rsidR="006C6D5F" w:rsidRPr="003F3A57" w:rsidRDefault="006C6D5F" w:rsidP="006C6D5F">
      <w:pPr>
        <w:spacing w:after="0" w:line="360"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(hiliseima digitaalallkirja kuupäev)</w:t>
      </w:r>
    </w:p>
    <w:p w14:paraId="4A89674F"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144D13AC"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Lisa eesmärk</w:t>
      </w:r>
    </w:p>
    <w:p w14:paraId="6BF87C6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3F3A57">
        <w:rPr>
          <w:rFonts w:ascii="Times New Roman" w:eastAsia="Calibri" w:hAnsi="Times New Roman" w:cs="Times New Roman"/>
          <w:sz w:val="24"/>
        </w:rPr>
        <w:t xml:space="preserve">ga </w:t>
      </w:r>
      <w:r w:rsidRPr="003F3A57">
        <w:rPr>
          <w:rFonts w:ascii="Times New Roman" w:eastAsia="Calibri" w:hAnsi="Times New Roman" w:cs="Times New Roman"/>
          <w:color w:val="000000"/>
          <w:sz w:val="24"/>
        </w:rPr>
        <w:t xml:space="preserve">seonduva teabe töötlemisel, millest pooled juhinduvad lepingu täitmisel. </w:t>
      </w:r>
    </w:p>
    <w:p w14:paraId="36C89FB5" w14:textId="5A4566E1"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b/>
          <w:bCs/>
          <w:color w:val="000000"/>
          <w:sz w:val="24"/>
        </w:rPr>
        <w:t>Riigimetsa Majandamise Keskus</w:t>
      </w:r>
      <w:r w:rsidRPr="003F3A57">
        <w:rPr>
          <w:rFonts w:ascii="Times New Roman" w:eastAsia="Calibri" w:hAnsi="Times New Roman" w:cs="Times New Roman"/>
          <w:color w:val="000000"/>
          <w:sz w:val="24"/>
        </w:rPr>
        <w:t xml:space="preserve"> (edaspidi vastutav töötleja) edastab </w:t>
      </w:r>
      <w:bookmarkStart w:id="5" w:name="_Hlk126332194"/>
      <w:sdt>
        <w:sdtPr>
          <w:rPr>
            <w:rFonts w:ascii="Times New Roman" w:eastAsia="Calibri" w:hAnsi="Times New Roman" w:cs="Times New Roman"/>
            <w:b/>
            <w:bCs/>
            <w:color w:val="000000"/>
            <w:sz w:val="24"/>
          </w:rPr>
          <w:alias w:val="Company"/>
          <w:tag w:val=""/>
          <w:id w:val="-2000023443"/>
          <w:placeholder>
            <w:docPart w:val="0B7CC7F450C44183A222FEF7A81145BF"/>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bookmarkEnd w:id="5"/>
      <w:r w:rsidRPr="003F3A5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49A3B001"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Vastuolude korral lepingu ja käesoleva lisa sätete vahel tuleb juhinduda käesoleva lisa sätetest.</w:t>
      </w:r>
    </w:p>
    <w:p w14:paraId="27A3FA9F"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58D25A96"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Käesolevas lisas kasutatakse mõisteid alljärgnevas tähenduses:</w:t>
      </w:r>
    </w:p>
    <w:p w14:paraId="18EA088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655518CC"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CA5457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3B65D924"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„andmed” – (isikuandmed, looduskaitselise piirangu kohta käiv teave, riigikaitsega seonduv teave). </w:t>
      </w:r>
      <w:r w:rsidRPr="003F3A57">
        <w:rPr>
          <w:rFonts w:ascii="Times New Roman" w:eastAsia="Calibri" w:hAnsi="Times New Roman" w:cs="Times New Roman"/>
          <w:b/>
          <w:bCs/>
          <w:color w:val="000000"/>
          <w:sz w:val="24"/>
        </w:rPr>
        <w:t>Isikuandmed</w:t>
      </w:r>
      <w:r w:rsidRPr="003F3A5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3F3A57">
        <w:rPr>
          <w:rFonts w:ascii="Times New Roman" w:eastAsia="Calibri" w:hAnsi="Times New Roman" w:cs="Times New Roman"/>
          <w:b/>
          <w:bCs/>
          <w:color w:val="000000"/>
          <w:sz w:val="24"/>
        </w:rPr>
        <w:t>Looduskaitselise piirangu kohta käiv teave</w:t>
      </w:r>
      <w:r w:rsidRPr="003F3A57">
        <w:rPr>
          <w:rFonts w:ascii="Times New Roman" w:eastAsia="Calibri" w:hAnsi="Times New Roman" w:cs="Times New Roman"/>
          <w:color w:val="000000"/>
          <w:sz w:val="24"/>
        </w:rPr>
        <w:t xml:space="preserve"> - I ja II kaitsekategooria liigi isendi täpse elupaiga asukoha avalikustamine. Püsielupaiga asukohad. </w:t>
      </w:r>
      <w:r w:rsidRPr="003F3A57">
        <w:rPr>
          <w:rFonts w:ascii="Times New Roman" w:eastAsia="Calibri" w:hAnsi="Times New Roman" w:cs="Times New Roman"/>
          <w:b/>
          <w:bCs/>
          <w:color w:val="000000"/>
          <w:sz w:val="24"/>
        </w:rPr>
        <w:t>Riigikaitsega seonduv teave</w:t>
      </w:r>
      <w:r w:rsidRPr="003F3A57">
        <w:rPr>
          <w:rFonts w:ascii="Times New Roman" w:eastAsia="Calibri" w:hAnsi="Times New Roman" w:cs="Times New Roman"/>
          <w:color w:val="000000"/>
          <w:sz w:val="24"/>
        </w:rPr>
        <w:t xml:space="preserve"> - </w:t>
      </w:r>
      <w:proofErr w:type="spellStart"/>
      <w:r w:rsidRPr="003F3A57">
        <w:rPr>
          <w:rFonts w:ascii="Times New Roman" w:eastAsia="Calibri" w:hAnsi="Times New Roman" w:cs="Times New Roman"/>
          <w:color w:val="000000"/>
          <w:sz w:val="24"/>
        </w:rPr>
        <w:t>AvTS</w:t>
      </w:r>
      <w:proofErr w:type="spellEnd"/>
      <w:r w:rsidRPr="003F3A57">
        <w:rPr>
          <w:rFonts w:ascii="Times New Roman" w:eastAsia="Calibri" w:hAnsi="Times New Roman" w:cs="Times New Roman"/>
          <w:color w:val="000000"/>
          <w:sz w:val="24"/>
        </w:rPr>
        <w:t xml:space="preserve"> § 35 lõikes 1 nimetatud riigikaitsega seonduv teave;</w:t>
      </w:r>
    </w:p>
    <w:p w14:paraId="4D4812CB"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6105D1FB"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37557B07"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 töötlemine</w:t>
      </w:r>
    </w:p>
    <w:p w14:paraId="655D8426"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kohustused:</w:t>
      </w:r>
    </w:p>
    <w:p w14:paraId="4FA38005"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4E730DF7"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2EEBA7E1"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219432D7"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4D6F1C40"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3A9B9B4B" w14:textId="77777777" w:rsidR="006C6D5F" w:rsidRPr="003F3A57" w:rsidRDefault="006C6D5F" w:rsidP="006C6D5F">
      <w:pPr>
        <w:numPr>
          <w:ilvl w:val="2"/>
          <w:numId w:val="11"/>
        </w:numPr>
        <w:spacing w:after="240" w:line="240" w:lineRule="auto"/>
        <w:ind w:left="709" w:hanging="709"/>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7EA15021" w14:textId="77777777" w:rsidR="006C6D5F" w:rsidRPr="003F3A57" w:rsidRDefault="006C6D5F" w:rsidP="006C6D5F">
      <w:pPr>
        <w:spacing w:after="240" w:line="240" w:lineRule="auto"/>
        <w:jc w:val="both"/>
        <w:rPr>
          <w:rFonts w:ascii="Times New Roman" w:eastAsia="Calibri" w:hAnsi="Times New Roman" w:cs="Times New Roman"/>
          <w:color w:val="000000"/>
          <w:sz w:val="24"/>
        </w:rPr>
      </w:pPr>
    </w:p>
    <w:p w14:paraId="0D8BF18F"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Andmetega seotud rikkumisest teavitamine</w:t>
      </w:r>
    </w:p>
    <w:p w14:paraId="4CBEC042"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4CE27E7D"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281B6B6F"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toimunud andmetega seotud rikkumise laad, eeldatav kuupäev ja kellaaeg;</w:t>
      </w:r>
    </w:p>
    <w:p w14:paraId="3EF55BFD"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asjakohase kontaktisiku nimi ja kontaktandmed, kellelt saab täiendavat informatsiooni;</w:t>
      </w:r>
    </w:p>
    <w:p w14:paraId="65D6CA81"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7C23AFA5" w14:textId="77777777" w:rsidR="006C6D5F" w:rsidRPr="003F3A57" w:rsidRDefault="006C6D5F" w:rsidP="006C6D5F">
      <w:pPr>
        <w:numPr>
          <w:ilvl w:val="2"/>
          <w:numId w:val="11"/>
        </w:numPr>
        <w:spacing w:after="240" w:line="240" w:lineRule="auto"/>
        <w:ind w:left="709" w:hanging="715"/>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001645A8" w14:textId="77777777" w:rsidR="006C6D5F" w:rsidRPr="003F3A57" w:rsidRDefault="006C6D5F" w:rsidP="006C6D5F">
      <w:pPr>
        <w:spacing w:after="240" w:line="240" w:lineRule="auto"/>
        <w:ind w:left="-6"/>
        <w:jc w:val="both"/>
        <w:rPr>
          <w:rFonts w:ascii="Times New Roman" w:eastAsia="Calibri" w:hAnsi="Times New Roman" w:cs="Times New Roman"/>
          <w:color w:val="000000"/>
          <w:sz w:val="24"/>
        </w:rPr>
      </w:pPr>
    </w:p>
    <w:p w14:paraId="717AE31E" w14:textId="77777777" w:rsidR="006C6D5F" w:rsidRPr="003F3A57" w:rsidRDefault="006C6D5F" w:rsidP="006C6D5F">
      <w:pPr>
        <w:numPr>
          <w:ilvl w:val="0"/>
          <w:numId w:val="11"/>
        </w:numPr>
        <w:spacing w:after="240" w:line="240" w:lineRule="auto"/>
        <w:contextualSpacing/>
        <w:jc w:val="both"/>
        <w:rPr>
          <w:rFonts w:ascii="Times New Roman" w:eastAsia="Calibri" w:hAnsi="Times New Roman" w:cs="Times New Roman"/>
          <w:b/>
          <w:bCs/>
          <w:color w:val="000000"/>
          <w:sz w:val="24"/>
        </w:rPr>
      </w:pPr>
      <w:r w:rsidRPr="003F3A57">
        <w:rPr>
          <w:rFonts w:ascii="Times New Roman" w:eastAsia="Calibri" w:hAnsi="Times New Roman" w:cs="Times New Roman"/>
          <w:b/>
          <w:bCs/>
          <w:color w:val="000000"/>
          <w:sz w:val="24"/>
        </w:rPr>
        <w:t>Muud sätted</w:t>
      </w:r>
    </w:p>
    <w:p w14:paraId="1267F2BC"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8D7C8B9"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493C4469"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Võimaldama vastutaval töötlejal või tema poolt volitatud audiitoril teha auditeid ja kontrolle ning panustama nendesse.</w:t>
      </w:r>
    </w:p>
    <w:p w14:paraId="28195CDE"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700C79A0"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29A2EC2F" w14:textId="77777777" w:rsidR="006C6D5F" w:rsidRPr="003F3A57" w:rsidRDefault="006C6D5F" w:rsidP="006C6D5F">
      <w:pPr>
        <w:numPr>
          <w:ilvl w:val="1"/>
          <w:numId w:val="11"/>
        </w:numPr>
        <w:spacing w:after="240" w:line="240" w:lineRule="auto"/>
        <w:ind w:hanging="573"/>
        <w:contextualSpacing/>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Konfidentsiaalsuskohustuse nõue on tähtajatu ning kehtib nii lepingu täitmise ajal kui ka pärast lepingu lõppemist.</w:t>
      </w:r>
    </w:p>
    <w:p w14:paraId="6A4B80B1"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p>
    <w:p w14:paraId="6D94FA4A"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Poolte allkirjad </w:t>
      </w:r>
    </w:p>
    <w:p w14:paraId="0752C99E"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p>
    <w:p w14:paraId="0E0D790F" w14:textId="77777777" w:rsidR="006C6D5F" w:rsidRPr="003F3A57" w:rsidRDefault="006C6D5F" w:rsidP="006C6D5F">
      <w:pPr>
        <w:shd w:val="clear" w:color="auto" w:fill="FFFFFF"/>
        <w:spacing w:after="60" w:line="276" w:lineRule="auto"/>
        <w:jc w:val="both"/>
        <w:rPr>
          <w:rFonts w:ascii="Times New Roman" w:eastAsia="Calibri" w:hAnsi="Times New Roman" w:cs="Times New Roman"/>
          <w:b/>
          <w:color w:val="000000"/>
          <w:sz w:val="24"/>
        </w:rPr>
      </w:pPr>
      <w:r w:rsidRPr="003F3A57">
        <w:rPr>
          <w:rFonts w:ascii="Times New Roman" w:eastAsia="Calibri" w:hAnsi="Times New Roman" w:cs="Times New Roman"/>
          <w:b/>
          <w:color w:val="000000"/>
          <w:sz w:val="24"/>
        </w:rPr>
        <w:t xml:space="preserve">Vastutav töötleja </w:t>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r>
      <w:r w:rsidRPr="003F3A57">
        <w:rPr>
          <w:rFonts w:ascii="Times New Roman" w:eastAsia="Calibri" w:hAnsi="Times New Roman" w:cs="Times New Roman"/>
          <w:b/>
          <w:color w:val="000000"/>
          <w:sz w:val="24"/>
        </w:rPr>
        <w:tab/>
        <w:t>Volitatud töötleja</w:t>
      </w:r>
    </w:p>
    <w:p w14:paraId="35E9F2F1" w14:textId="42D6BA0C" w:rsidR="006C6D5F" w:rsidRPr="003F3A57" w:rsidRDefault="006C6D5F" w:rsidP="006C6D5F">
      <w:pPr>
        <w:shd w:val="clear" w:color="auto" w:fill="FFFFFF"/>
        <w:spacing w:after="60" w:line="276" w:lineRule="auto"/>
        <w:jc w:val="both"/>
        <w:rPr>
          <w:rFonts w:ascii="Times New Roman" w:eastAsia="Calibri" w:hAnsi="Times New Roman" w:cs="Times New Roman"/>
          <w:color w:val="000000"/>
          <w:sz w:val="24"/>
        </w:rPr>
      </w:pPr>
      <w:r w:rsidRPr="003F3A57">
        <w:rPr>
          <w:rFonts w:ascii="Times New Roman" w:eastAsia="Calibri" w:hAnsi="Times New Roman" w:cs="Times New Roman"/>
          <w:color w:val="000000"/>
          <w:sz w:val="24"/>
        </w:rPr>
        <w:t>Riigimetsa Majandamise Keskus</w:t>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r w:rsidRPr="003F3A5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DC546F9C5A624746B421B6904219EDEC"/>
          </w:placeholder>
          <w:showingPlcHdr/>
          <w:dataBinding w:prefixMappings="xmlns:ns0='http://schemas.openxmlformats.org/officeDocument/2006/extended-properties' " w:xpath="/ns0:Properties[1]/ns0:Company[1]" w:storeItemID="{6668398D-A668-4E3E-A5EB-62B293D839F1}"/>
          <w:text/>
        </w:sdtPr>
        <w:sdtEndPr/>
        <w:sdtContent>
          <w:r w:rsidRPr="003F6A59">
            <w:rPr>
              <w:rStyle w:val="Kohatitetekst"/>
            </w:rPr>
            <w:t>[Company]</w:t>
          </w:r>
        </w:sdtContent>
      </w:sdt>
    </w:p>
    <w:p w14:paraId="6B19CDC2" w14:textId="77777777" w:rsidR="006C6D5F" w:rsidRPr="003F3A57" w:rsidRDefault="006C6D5F" w:rsidP="006C6D5F">
      <w:pPr>
        <w:spacing w:after="0" w:line="360" w:lineRule="auto"/>
        <w:jc w:val="both"/>
        <w:rPr>
          <w:rFonts w:ascii="Times New Roman" w:eastAsia="Calibri" w:hAnsi="Times New Roman" w:cs="Times New Roman"/>
          <w:color w:val="000000"/>
          <w:sz w:val="24"/>
        </w:rPr>
      </w:pPr>
    </w:p>
    <w:p w14:paraId="57F76CE2" w14:textId="77777777" w:rsidR="006C6D5F" w:rsidRPr="003F3A57" w:rsidRDefault="003F5B6F" w:rsidP="006C6D5F">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529FE8FB90D3486587F4B56BC7749096"/>
          </w:placeholder>
          <w:comboBox>
            <w:listItem w:displayText=" " w:value=" "/>
            <w:listItem w:displayText="(allkirjastatud digitaalselt)" w:value="(allkirjastatud digitaalselt)"/>
          </w:comboBox>
        </w:sdtPr>
        <w:sdtEndPr/>
        <w:sdtContent>
          <w:r w:rsidR="006C6D5F">
            <w:rPr>
              <w:rFonts w:ascii="Times New Roman" w:eastAsia="Calibri" w:hAnsi="Times New Roman" w:cs="Times New Roman"/>
              <w:b/>
              <w:color w:val="000000"/>
              <w:sz w:val="24"/>
            </w:rPr>
            <w:t>(allkirjastatud digitaalselt)</w:t>
          </w:r>
        </w:sdtContent>
      </w:sdt>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r w:rsidR="006C6D5F" w:rsidRPr="003F3A5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B1C9A774E0B3454DAE421D3DFE5D418C"/>
          </w:placeholder>
          <w:comboBox>
            <w:listItem w:displayText=" " w:value=" "/>
            <w:listItem w:displayText="(allkirjastatud digitaalselt)" w:value="(allkirjastatud digitaalselt)"/>
          </w:comboBox>
        </w:sdtPr>
        <w:sdtEndPr/>
        <w:sdtContent>
          <w:r w:rsidR="006C6D5F">
            <w:rPr>
              <w:rFonts w:ascii="Times New Roman" w:eastAsia="Calibri" w:hAnsi="Times New Roman" w:cs="Times New Roman"/>
              <w:b/>
              <w:color w:val="000000"/>
              <w:sz w:val="24"/>
            </w:rPr>
            <w:t>(allkirjastatud digitaalselt)</w:t>
          </w:r>
        </w:sdtContent>
      </w:sdt>
      <w:r w:rsidR="006C6D5F" w:rsidRPr="003F3A57">
        <w:rPr>
          <w:rFonts w:ascii="Times New Roman" w:eastAsia="Calibri" w:hAnsi="Times New Roman" w:cs="Times New Roman"/>
          <w:b/>
          <w:color w:val="000000"/>
          <w:sz w:val="24"/>
        </w:rPr>
        <w:tab/>
      </w:r>
    </w:p>
    <w:p w14:paraId="4A18F909" w14:textId="77777777" w:rsidR="006C6D5F" w:rsidRPr="003F3A57" w:rsidRDefault="006C6D5F" w:rsidP="006C6D5F">
      <w:pPr>
        <w:tabs>
          <w:tab w:val="left" w:pos="5103"/>
        </w:tabs>
        <w:spacing w:after="0" w:line="360" w:lineRule="auto"/>
        <w:jc w:val="both"/>
        <w:rPr>
          <w:rFonts w:ascii="Times New Roman" w:eastAsia="Calibri" w:hAnsi="Times New Roman" w:cs="Times New Roman"/>
          <w:color w:val="000000"/>
          <w:sz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2"/>
        <w:gridCol w:w="4250"/>
      </w:tblGrid>
      <w:tr w:rsidR="006C6D5F" w14:paraId="03269519" w14:textId="77777777" w:rsidTr="00FE59D6">
        <w:tc>
          <w:tcPr>
            <w:tcW w:w="4822" w:type="dxa"/>
          </w:tcPr>
          <w:p w14:paraId="3B16AD6E" w14:textId="77777777" w:rsidR="006C6D5F" w:rsidRPr="00FE2065" w:rsidRDefault="006C6D5F" w:rsidP="00FE59D6">
            <w:pPr>
              <w:jc w:val="both"/>
              <w:rPr>
                <w:sz w:val="24"/>
                <w:szCs w:val="24"/>
              </w:rPr>
            </w:pPr>
            <w:r w:rsidRPr="00240C3D">
              <w:rPr>
                <w:sz w:val="24"/>
                <w:szCs w:val="24"/>
                <w:lang w:eastAsia="en-US"/>
              </w:rPr>
              <w:t>Margus Reimann</w:t>
            </w:r>
          </w:p>
        </w:tc>
        <w:tc>
          <w:tcPr>
            <w:tcW w:w="4250" w:type="dxa"/>
          </w:tcPr>
          <w:p w14:paraId="700822A9" w14:textId="5A10114D" w:rsidR="006C6D5F" w:rsidRPr="00FE2065" w:rsidRDefault="00910E68" w:rsidP="00FE59D6">
            <w:pPr>
              <w:jc w:val="both"/>
              <w:rPr>
                <w:sz w:val="24"/>
                <w:szCs w:val="24"/>
              </w:rPr>
            </w:pPr>
            <w:r>
              <w:rPr>
                <w:sz w:val="24"/>
                <w:szCs w:val="24"/>
              </w:rPr>
              <w:t>………………</w:t>
            </w:r>
          </w:p>
        </w:tc>
      </w:tr>
    </w:tbl>
    <w:p w14:paraId="2128A283" w14:textId="74A1AEDF" w:rsidR="00C57E63" w:rsidRPr="00FE2065" w:rsidRDefault="00C57E63" w:rsidP="00910E68">
      <w:pPr>
        <w:rPr>
          <w:rFonts w:ascii="Times New Roman" w:hAnsi="Times New Roman" w:cs="Times New Roman"/>
          <w:sz w:val="24"/>
          <w:szCs w:val="24"/>
        </w:rPr>
      </w:pPr>
    </w:p>
    <w:sectPr w:rsidR="00C57E63" w:rsidRPr="00FE2065" w:rsidSect="00910E68">
      <w:type w:val="continuous"/>
      <w:pgSz w:w="11906" w:h="16838"/>
      <w:pgMar w:top="851" w:right="849"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EC2FCA" w14:textId="77777777" w:rsidR="007C65D9" w:rsidRDefault="007C65D9" w:rsidP="00705773">
      <w:pPr>
        <w:spacing w:after="0" w:line="240" w:lineRule="auto"/>
      </w:pPr>
      <w:r>
        <w:separator/>
      </w:r>
    </w:p>
  </w:endnote>
  <w:endnote w:type="continuationSeparator" w:id="0">
    <w:p w14:paraId="7BB6D847" w14:textId="77777777" w:rsidR="007C65D9" w:rsidRDefault="007C65D9"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44405" w14:textId="77777777" w:rsidR="007C65D9" w:rsidRDefault="007C65D9" w:rsidP="00705773">
      <w:pPr>
        <w:spacing w:after="0" w:line="240" w:lineRule="auto"/>
      </w:pPr>
      <w:r>
        <w:separator/>
      </w:r>
    </w:p>
  </w:footnote>
  <w:footnote w:type="continuationSeparator" w:id="0">
    <w:p w14:paraId="61C99A88" w14:textId="77777777" w:rsidR="007C65D9" w:rsidRDefault="007C65D9"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1997"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7044C6F"/>
    <w:multiLevelType w:val="hybridMultilevel"/>
    <w:tmpl w:val="C200345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6E050356"/>
    <w:multiLevelType w:val="hybridMultilevel"/>
    <w:tmpl w:val="34DA217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706369784">
    <w:abstractNumId w:val="10"/>
  </w:num>
  <w:num w:numId="11" w16cid:durableId="1092698074">
    <w:abstractNumId w:val="6"/>
  </w:num>
  <w:num w:numId="12" w16cid:durableId="15583203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5CBE"/>
    <w:rsid w:val="000663B2"/>
    <w:rsid w:val="00075726"/>
    <w:rsid w:val="00076CCA"/>
    <w:rsid w:val="00096AC2"/>
    <w:rsid w:val="000A42B5"/>
    <w:rsid w:val="000A4D66"/>
    <w:rsid w:val="000A6F56"/>
    <w:rsid w:val="000B19CE"/>
    <w:rsid w:val="000B7084"/>
    <w:rsid w:val="000C23AF"/>
    <w:rsid w:val="000C3743"/>
    <w:rsid w:val="000C4124"/>
    <w:rsid w:val="000C61E1"/>
    <w:rsid w:val="000D545C"/>
    <w:rsid w:val="000D6420"/>
    <w:rsid w:val="000D6BF8"/>
    <w:rsid w:val="000E1DDF"/>
    <w:rsid w:val="000E5586"/>
    <w:rsid w:val="000F2C04"/>
    <w:rsid w:val="000F6C7B"/>
    <w:rsid w:val="00107D6D"/>
    <w:rsid w:val="0011651D"/>
    <w:rsid w:val="001175F4"/>
    <w:rsid w:val="0012352D"/>
    <w:rsid w:val="00125F24"/>
    <w:rsid w:val="00126497"/>
    <w:rsid w:val="00132919"/>
    <w:rsid w:val="00136222"/>
    <w:rsid w:val="00143BEB"/>
    <w:rsid w:val="00144026"/>
    <w:rsid w:val="00144717"/>
    <w:rsid w:val="00152192"/>
    <w:rsid w:val="00154D28"/>
    <w:rsid w:val="00156510"/>
    <w:rsid w:val="00164848"/>
    <w:rsid w:val="001653A0"/>
    <w:rsid w:val="00166445"/>
    <w:rsid w:val="00171FF8"/>
    <w:rsid w:val="00173995"/>
    <w:rsid w:val="00174C1E"/>
    <w:rsid w:val="00175C9A"/>
    <w:rsid w:val="00176C45"/>
    <w:rsid w:val="00177B2A"/>
    <w:rsid w:val="001A3016"/>
    <w:rsid w:val="001A347F"/>
    <w:rsid w:val="001B2707"/>
    <w:rsid w:val="001C46CC"/>
    <w:rsid w:val="001C5D5E"/>
    <w:rsid w:val="001D7635"/>
    <w:rsid w:val="001E43DF"/>
    <w:rsid w:val="001E5D59"/>
    <w:rsid w:val="001F53F7"/>
    <w:rsid w:val="001F74B6"/>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969"/>
    <w:rsid w:val="00295C04"/>
    <w:rsid w:val="002A0F58"/>
    <w:rsid w:val="002A3077"/>
    <w:rsid w:val="002A510C"/>
    <w:rsid w:val="002A65DC"/>
    <w:rsid w:val="002B106D"/>
    <w:rsid w:val="002B2823"/>
    <w:rsid w:val="002C6717"/>
    <w:rsid w:val="002D00AD"/>
    <w:rsid w:val="002D1BF4"/>
    <w:rsid w:val="002D615A"/>
    <w:rsid w:val="002D7491"/>
    <w:rsid w:val="002E1AC2"/>
    <w:rsid w:val="002E3E18"/>
    <w:rsid w:val="002E46EF"/>
    <w:rsid w:val="00300A22"/>
    <w:rsid w:val="00320DDC"/>
    <w:rsid w:val="003403F1"/>
    <w:rsid w:val="0034143B"/>
    <w:rsid w:val="00342A7D"/>
    <w:rsid w:val="00345154"/>
    <w:rsid w:val="00346054"/>
    <w:rsid w:val="00352C29"/>
    <w:rsid w:val="0035454A"/>
    <w:rsid w:val="00362D78"/>
    <w:rsid w:val="003655AF"/>
    <w:rsid w:val="003762BF"/>
    <w:rsid w:val="00385D15"/>
    <w:rsid w:val="003901F8"/>
    <w:rsid w:val="003924E6"/>
    <w:rsid w:val="003A0C19"/>
    <w:rsid w:val="003A5040"/>
    <w:rsid w:val="003A5CAE"/>
    <w:rsid w:val="003B0383"/>
    <w:rsid w:val="003B0B0F"/>
    <w:rsid w:val="003B16FD"/>
    <w:rsid w:val="003D3775"/>
    <w:rsid w:val="003F0FE8"/>
    <w:rsid w:val="003F5B6F"/>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B3DC9"/>
    <w:rsid w:val="004C1F0A"/>
    <w:rsid w:val="004D49B1"/>
    <w:rsid w:val="004D53C3"/>
    <w:rsid w:val="004D7234"/>
    <w:rsid w:val="004E2589"/>
    <w:rsid w:val="004E7551"/>
    <w:rsid w:val="004F4A55"/>
    <w:rsid w:val="004F5D8E"/>
    <w:rsid w:val="005012FE"/>
    <w:rsid w:val="00505358"/>
    <w:rsid w:val="00505B14"/>
    <w:rsid w:val="0050772E"/>
    <w:rsid w:val="005103C7"/>
    <w:rsid w:val="00521D53"/>
    <w:rsid w:val="005229E5"/>
    <w:rsid w:val="00527C0C"/>
    <w:rsid w:val="00531C47"/>
    <w:rsid w:val="00531EA4"/>
    <w:rsid w:val="00534E6F"/>
    <w:rsid w:val="0055062F"/>
    <w:rsid w:val="00550BD1"/>
    <w:rsid w:val="00551697"/>
    <w:rsid w:val="00556771"/>
    <w:rsid w:val="00561A0F"/>
    <w:rsid w:val="00562E2E"/>
    <w:rsid w:val="0056467F"/>
    <w:rsid w:val="00566437"/>
    <w:rsid w:val="00572C92"/>
    <w:rsid w:val="00582353"/>
    <w:rsid w:val="00591DCC"/>
    <w:rsid w:val="00593801"/>
    <w:rsid w:val="005963D2"/>
    <w:rsid w:val="005A05B8"/>
    <w:rsid w:val="005B10F3"/>
    <w:rsid w:val="005E0883"/>
    <w:rsid w:val="005E4244"/>
    <w:rsid w:val="005F2DDB"/>
    <w:rsid w:val="005F7669"/>
    <w:rsid w:val="00611608"/>
    <w:rsid w:val="00617BA4"/>
    <w:rsid w:val="00626AF5"/>
    <w:rsid w:val="00635FAA"/>
    <w:rsid w:val="00642E49"/>
    <w:rsid w:val="00645DCF"/>
    <w:rsid w:val="00647FC4"/>
    <w:rsid w:val="00657B0E"/>
    <w:rsid w:val="0066511C"/>
    <w:rsid w:val="00665AF3"/>
    <w:rsid w:val="006710C0"/>
    <w:rsid w:val="006731FB"/>
    <w:rsid w:val="0068271C"/>
    <w:rsid w:val="006879DE"/>
    <w:rsid w:val="00697314"/>
    <w:rsid w:val="006A7AB6"/>
    <w:rsid w:val="006C167B"/>
    <w:rsid w:val="006C6D5F"/>
    <w:rsid w:val="006C7751"/>
    <w:rsid w:val="006D5CAA"/>
    <w:rsid w:val="006D6DDD"/>
    <w:rsid w:val="006E45A0"/>
    <w:rsid w:val="006E76D5"/>
    <w:rsid w:val="006F28BE"/>
    <w:rsid w:val="006F46F7"/>
    <w:rsid w:val="006F47BC"/>
    <w:rsid w:val="006F5B87"/>
    <w:rsid w:val="006F7841"/>
    <w:rsid w:val="0070499B"/>
    <w:rsid w:val="00704FEE"/>
    <w:rsid w:val="00705773"/>
    <w:rsid w:val="00706CBE"/>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018A"/>
    <w:rsid w:val="007B3401"/>
    <w:rsid w:val="007C0B9C"/>
    <w:rsid w:val="007C65D9"/>
    <w:rsid w:val="007D478A"/>
    <w:rsid w:val="007D545A"/>
    <w:rsid w:val="007F3944"/>
    <w:rsid w:val="00804615"/>
    <w:rsid w:val="00804F79"/>
    <w:rsid w:val="00805107"/>
    <w:rsid w:val="00807879"/>
    <w:rsid w:val="00813406"/>
    <w:rsid w:val="0081395D"/>
    <w:rsid w:val="00815B0C"/>
    <w:rsid w:val="00830276"/>
    <w:rsid w:val="00834585"/>
    <w:rsid w:val="00841D8B"/>
    <w:rsid w:val="00845209"/>
    <w:rsid w:val="008454CD"/>
    <w:rsid w:val="008723AA"/>
    <w:rsid w:val="00872C61"/>
    <w:rsid w:val="008774D5"/>
    <w:rsid w:val="008929D8"/>
    <w:rsid w:val="008A2313"/>
    <w:rsid w:val="008B5144"/>
    <w:rsid w:val="008B78B6"/>
    <w:rsid w:val="008C316C"/>
    <w:rsid w:val="008C6D05"/>
    <w:rsid w:val="008D1C0E"/>
    <w:rsid w:val="008D4631"/>
    <w:rsid w:val="008D4AF3"/>
    <w:rsid w:val="008F07A8"/>
    <w:rsid w:val="00910E68"/>
    <w:rsid w:val="00924DA1"/>
    <w:rsid w:val="00930AE1"/>
    <w:rsid w:val="0095274F"/>
    <w:rsid w:val="00953506"/>
    <w:rsid w:val="009548EA"/>
    <w:rsid w:val="00955FB6"/>
    <w:rsid w:val="00964EF6"/>
    <w:rsid w:val="00966CA2"/>
    <w:rsid w:val="00971D69"/>
    <w:rsid w:val="00980475"/>
    <w:rsid w:val="0098052B"/>
    <w:rsid w:val="0098600A"/>
    <w:rsid w:val="00987177"/>
    <w:rsid w:val="00993638"/>
    <w:rsid w:val="0099642C"/>
    <w:rsid w:val="009B262F"/>
    <w:rsid w:val="009C2D4E"/>
    <w:rsid w:val="009D16AB"/>
    <w:rsid w:val="009D47F5"/>
    <w:rsid w:val="009D5EC5"/>
    <w:rsid w:val="009E2C79"/>
    <w:rsid w:val="009E5EC6"/>
    <w:rsid w:val="009F176A"/>
    <w:rsid w:val="009F210B"/>
    <w:rsid w:val="009F4FB4"/>
    <w:rsid w:val="00A05BA8"/>
    <w:rsid w:val="00A1642F"/>
    <w:rsid w:val="00A23909"/>
    <w:rsid w:val="00A274A5"/>
    <w:rsid w:val="00A32095"/>
    <w:rsid w:val="00A32F4F"/>
    <w:rsid w:val="00A338CC"/>
    <w:rsid w:val="00A41C1D"/>
    <w:rsid w:val="00A43226"/>
    <w:rsid w:val="00A534D8"/>
    <w:rsid w:val="00A65C86"/>
    <w:rsid w:val="00A7004A"/>
    <w:rsid w:val="00A74649"/>
    <w:rsid w:val="00A769A3"/>
    <w:rsid w:val="00A76BD6"/>
    <w:rsid w:val="00A777AE"/>
    <w:rsid w:val="00A903B3"/>
    <w:rsid w:val="00A90492"/>
    <w:rsid w:val="00A92081"/>
    <w:rsid w:val="00AA0CBB"/>
    <w:rsid w:val="00AA3C72"/>
    <w:rsid w:val="00AA626E"/>
    <w:rsid w:val="00AA7D22"/>
    <w:rsid w:val="00AB192C"/>
    <w:rsid w:val="00AB2987"/>
    <w:rsid w:val="00AC26BD"/>
    <w:rsid w:val="00AC2DD6"/>
    <w:rsid w:val="00AC7AF0"/>
    <w:rsid w:val="00AE5542"/>
    <w:rsid w:val="00AF5E2E"/>
    <w:rsid w:val="00B0669E"/>
    <w:rsid w:val="00B1084B"/>
    <w:rsid w:val="00B11A0D"/>
    <w:rsid w:val="00B2088B"/>
    <w:rsid w:val="00B239B4"/>
    <w:rsid w:val="00B25B6B"/>
    <w:rsid w:val="00B40731"/>
    <w:rsid w:val="00B4132B"/>
    <w:rsid w:val="00B43E6E"/>
    <w:rsid w:val="00B45F35"/>
    <w:rsid w:val="00B5424E"/>
    <w:rsid w:val="00B554C2"/>
    <w:rsid w:val="00B638AB"/>
    <w:rsid w:val="00B70023"/>
    <w:rsid w:val="00B71760"/>
    <w:rsid w:val="00B72909"/>
    <w:rsid w:val="00B826FD"/>
    <w:rsid w:val="00B908A9"/>
    <w:rsid w:val="00B96956"/>
    <w:rsid w:val="00BA5F37"/>
    <w:rsid w:val="00BB36A5"/>
    <w:rsid w:val="00BC2AAD"/>
    <w:rsid w:val="00BD064E"/>
    <w:rsid w:val="00BD28F6"/>
    <w:rsid w:val="00BD54A3"/>
    <w:rsid w:val="00BE1A4D"/>
    <w:rsid w:val="00BE2DFC"/>
    <w:rsid w:val="00BE7126"/>
    <w:rsid w:val="00BF29BC"/>
    <w:rsid w:val="00BF407C"/>
    <w:rsid w:val="00C163EF"/>
    <w:rsid w:val="00C16FDD"/>
    <w:rsid w:val="00C177E3"/>
    <w:rsid w:val="00C30DA7"/>
    <w:rsid w:val="00C34166"/>
    <w:rsid w:val="00C43B1E"/>
    <w:rsid w:val="00C46BBC"/>
    <w:rsid w:val="00C50193"/>
    <w:rsid w:val="00C5102E"/>
    <w:rsid w:val="00C55CE9"/>
    <w:rsid w:val="00C57E63"/>
    <w:rsid w:val="00C74515"/>
    <w:rsid w:val="00C869BE"/>
    <w:rsid w:val="00C91E96"/>
    <w:rsid w:val="00C95CB2"/>
    <w:rsid w:val="00CA29BD"/>
    <w:rsid w:val="00CA3267"/>
    <w:rsid w:val="00CC3CC1"/>
    <w:rsid w:val="00CC6626"/>
    <w:rsid w:val="00CD01B9"/>
    <w:rsid w:val="00CD712D"/>
    <w:rsid w:val="00CE364A"/>
    <w:rsid w:val="00CE7F25"/>
    <w:rsid w:val="00CF42C1"/>
    <w:rsid w:val="00CF7CF3"/>
    <w:rsid w:val="00D0300B"/>
    <w:rsid w:val="00D07FE1"/>
    <w:rsid w:val="00D16795"/>
    <w:rsid w:val="00D21711"/>
    <w:rsid w:val="00D25BC0"/>
    <w:rsid w:val="00D33A25"/>
    <w:rsid w:val="00D3527A"/>
    <w:rsid w:val="00D44D3C"/>
    <w:rsid w:val="00D4639A"/>
    <w:rsid w:val="00D47D23"/>
    <w:rsid w:val="00D50151"/>
    <w:rsid w:val="00D55A49"/>
    <w:rsid w:val="00D57B01"/>
    <w:rsid w:val="00D62819"/>
    <w:rsid w:val="00D63883"/>
    <w:rsid w:val="00D63DBC"/>
    <w:rsid w:val="00D85443"/>
    <w:rsid w:val="00D908F8"/>
    <w:rsid w:val="00D921F8"/>
    <w:rsid w:val="00DA4177"/>
    <w:rsid w:val="00DA51CC"/>
    <w:rsid w:val="00DA633F"/>
    <w:rsid w:val="00DA71FA"/>
    <w:rsid w:val="00DB2FEE"/>
    <w:rsid w:val="00DB6AC3"/>
    <w:rsid w:val="00DC47AE"/>
    <w:rsid w:val="00DD3DC4"/>
    <w:rsid w:val="00DD3FF4"/>
    <w:rsid w:val="00DD594C"/>
    <w:rsid w:val="00DD6134"/>
    <w:rsid w:val="00DD78EF"/>
    <w:rsid w:val="00DE706F"/>
    <w:rsid w:val="00E031BB"/>
    <w:rsid w:val="00E05FE9"/>
    <w:rsid w:val="00E10FCA"/>
    <w:rsid w:val="00E172A6"/>
    <w:rsid w:val="00E31834"/>
    <w:rsid w:val="00E31BC5"/>
    <w:rsid w:val="00E50701"/>
    <w:rsid w:val="00E54F51"/>
    <w:rsid w:val="00E67DE8"/>
    <w:rsid w:val="00E7790D"/>
    <w:rsid w:val="00E84463"/>
    <w:rsid w:val="00E931E8"/>
    <w:rsid w:val="00EA2B33"/>
    <w:rsid w:val="00EA7C02"/>
    <w:rsid w:val="00EB7A3D"/>
    <w:rsid w:val="00EC54EE"/>
    <w:rsid w:val="00EC7B2C"/>
    <w:rsid w:val="00ED7875"/>
    <w:rsid w:val="00EE3A60"/>
    <w:rsid w:val="00EF4859"/>
    <w:rsid w:val="00EF5204"/>
    <w:rsid w:val="00F017FE"/>
    <w:rsid w:val="00F02043"/>
    <w:rsid w:val="00F060DD"/>
    <w:rsid w:val="00F11846"/>
    <w:rsid w:val="00F12BDD"/>
    <w:rsid w:val="00F13FC3"/>
    <w:rsid w:val="00F232E9"/>
    <w:rsid w:val="00F32418"/>
    <w:rsid w:val="00F3265A"/>
    <w:rsid w:val="00F33597"/>
    <w:rsid w:val="00F33E9D"/>
    <w:rsid w:val="00F36D62"/>
    <w:rsid w:val="00F37207"/>
    <w:rsid w:val="00F413B8"/>
    <w:rsid w:val="00F46D2D"/>
    <w:rsid w:val="00F50374"/>
    <w:rsid w:val="00F517B5"/>
    <w:rsid w:val="00F60636"/>
    <w:rsid w:val="00F65412"/>
    <w:rsid w:val="00F6716E"/>
    <w:rsid w:val="00F71CCE"/>
    <w:rsid w:val="00F847C8"/>
    <w:rsid w:val="00F9006C"/>
    <w:rsid w:val="00F9188A"/>
    <w:rsid w:val="00F93A07"/>
    <w:rsid w:val="00F960F2"/>
    <w:rsid w:val="00FA287C"/>
    <w:rsid w:val="00FA7EB9"/>
    <w:rsid w:val="00FB4B14"/>
    <w:rsid w:val="00FB511D"/>
    <w:rsid w:val="00FB604C"/>
    <w:rsid w:val="00FC1424"/>
    <w:rsid w:val="00FC3933"/>
    <w:rsid w:val="00FC4E24"/>
    <w:rsid w:val="00FC5031"/>
    <w:rsid w:val="00FC5D46"/>
    <w:rsid w:val="00FD4634"/>
    <w:rsid w:val="00FD5881"/>
    <w:rsid w:val="00FE2065"/>
    <w:rsid w:val="00FE2E86"/>
    <w:rsid w:val="00FE5455"/>
    <w:rsid w:val="00FF0751"/>
    <w:rsid w:val="00FF26B0"/>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ind w:left="720"/>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ris.susta@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76B214CE14944F1A87CFDBFEF6667358"/>
        <w:category>
          <w:name w:val="Üldine"/>
          <w:gallery w:val="placeholder"/>
        </w:category>
        <w:types>
          <w:type w:val="bbPlcHdr"/>
        </w:types>
        <w:behaviors>
          <w:behavior w:val="content"/>
        </w:behaviors>
        <w:guid w:val="{F6843CFB-690A-411C-949A-80E6C2A31284}"/>
      </w:docPartPr>
      <w:docPartBody>
        <w:p w:rsidR="00103315" w:rsidRDefault="009B0C65" w:rsidP="009B0C65">
          <w:pPr>
            <w:pStyle w:val="76B214CE14944F1A87CFDBFEF6667358"/>
          </w:pPr>
          <w:r w:rsidRPr="00BE118B">
            <w:rPr>
              <w:rStyle w:val="Kohatitetekst"/>
            </w:rPr>
            <w:t>Click here to enter a date.</w:t>
          </w:r>
        </w:p>
      </w:docPartBody>
    </w:docPart>
    <w:docPart>
      <w:docPartPr>
        <w:name w:val="BBF3AB32E5CA4362B7CD3E3F34BC1323"/>
        <w:category>
          <w:name w:val="Üldine"/>
          <w:gallery w:val="placeholder"/>
        </w:category>
        <w:types>
          <w:type w:val="bbPlcHdr"/>
        </w:types>
        <w:behaviors>
          <w:behavior w:val="content"/>
        </w:behaviors>
        <w:guid w:val="{EA49DE0A-12A6-472A-9AF7-C97D8B2477EF}"/>
      </w:docPartPr>
      <w:docPartBody>
        <w:p w:rsidR="00103315" w:rsidRDefault="009B0C65" w:rsidP="009B0C65">
          <w:pPr>
            <w:pStyle w:val="BBF3AB32E5CA4362B7CD3E3F34BC1323"/>
          </w:pPr>
          <w:r w:rsidRPr="00BE118B">
            <w:rPr>
              <w:rStyle w:val="Kohatitetekst"/>
            </w:rPr>
            <w:t>Click here to enter a date.</w:t>
          </w:r>
        </w:p>
      </w:docPartBody>
    </w:docPart>
    <w:docPart>
      <w:docPartPr>
        <w:name w:val="B7DECEA028E745C1B21E8F2AEF20B447"/>
        <w:category>
          <w:name w:val="Üldine"/>
          <w:gallery w:val="placeholder"/>
        </w:category>
        <w:types>
          <w:type w:val="bbPlcHdr"/>
        </w:types>
        <w:behaviors>
          <w:behavior w:val="content"/>
        </w:behaviors>
        <w:guid w:val="{47770F2B-1FE6-480B-AAE9-0DEB9A9AB120}"/>
      </w:docPartPr>
      <w:docPartBody>
        <w:p w:rsidR="00103315" w:rsidRDefault="009B0C65" w:rsidP="009B0C65">
          <w:pPr>
            <w:pStyle w:val="B7DECEA028E745C1B21E8F2AEF20B447"/>
          </w:pPr>
          <w:r w:rsidRPr="00BE118B">
            <w:rPr>
              <w:rStyle w:val="Kohatitetekst"/>
            </w:rPr>
            <w:t>Choose an item.</w:t>
          </w:r>
        </w:p>
      </w:docPartBody>
    </w:docPart>
    <w:docPart>
      <w:docPartPr>
        <w:name w:val="D6A8CD353B4F4CF5904238AADC52C1C5"/>
        <w:category>
          <w:name w:val="Üldine"/>
          <w:gallery w:val="placeholder"/>
        </w:category>
        <w:types>
          <w:type w:val="bbPlcHdr"/>
        </w:types>
        <w:behaviors>
          <w:behavior w:val="content"/>
        </w:behaviors>
        <w:guid w:val="{5C2D3926-DF61-4713-BA53-241E53A9789B}"/>
      </w:docPartPr>
      <w:docPartBody>
        <w:p w:rsidR="00103315" w:rsidRDefault="009B0C65" w:rsidP="009B0C65">
          <w:pPr>
            <w:pStyle w:val="D6A8CD353B4F4CF5904238AADC52C1C5"/>
          </w:pPr>
          <w:r w:rsidRPr="00BE118B">
            <w:rPr>
              <w:rStyle w:val="Kohatitetekst"/>
            </w:rPr>
            <w:t>Choose an item.</w:t>
          </w:r>
        </w:p>
      </w:docPartBody>
    </w:docPart>
    <w:docPart>
      <w:docPartPr>
        <w:name w:val="EA83D187135C4F2DB67EB5D14C191FCA"/>
        <w:category>
          <w:name w:val="Üldine"/>
          <w:gallery w:val="placeholder"/>
        </w:category>
        <w:types>
          <w:type w:val="bbPlcHdr"/>
        </w:types>
        <w:behaviors>
          <w:behavior w:val="content"/>
        </w:behaviors>
        <w:guid w:val="{25FD3887-F39E-4CEC-9ED4-ECF63E81AFB4}"/>
      </w:docPartPr>
      <w:docPartBody>
        <w:p w:rsidR="00103315" w:rsidRDefault="009B0C65" w:rsidP="009B0C65">
          <w:pPr>
            <w:pStyle w:val="EA83D187135C4F2DB67EB5D14C191FCA"/>
          </w:pPr>
          <w:r w:rsidRPr="00BE118B">
            <w:rPr>
              <w:rStyle w:val="Kohatitetekst"/>
            </w:rPr>
            <w:t>Click here to enter a date.</w:t>
          </w:r>
        </w:p>
      </w:docPartBody>
    </w:docPart>
    <w:docPart>
      <w:docPartPr>
        <w:name w:val="0B7CC7F450C44183A222FEF7A81145BF"/>
        <w:category>
          <w:name w:val="Üldine"/>
          <w:gallery w:val="placeholder"/>
        </w:category>
        <w:types>
          <w:type w:val="bbPlcHdr"/>
        </w:types>
        <w:behaviors>
          <w:behavior w:val="content"/>
        </w:behaviors>
        <w:guid w:val="{718065CD-D553-40DA-88E3-F64CF49DB9DF}"/>
      </w:docPartPr>
      <w:docPartBody>
        <w:p w:rsidR="00103315" w:rsidRDefault="009B0C65" w:rsidP="009B0C65">
          <w:pPr>
            <w:pStyle w:val="0B7CC7F450C44183A222FEF7A81145BF"/>
          </w:pPr>
          <w:r w:rsidRPr="003F6A59">
            <w:rPr>
              <w:rStyle w:val="Kohatitetekst"/>
            </w:rPr>
            <w:t>[Company]</w:t>
          </w:r>
        </w:p>
      </w:docPartBody>
    </w:docPart>
    <w:docPart>
      <w:docPartPr>
        <w:name w:val="DC546F9C5A624746B421B6904219EDEC"/>
        <w:category>
          <w:name w:val="Üldine"/>
          <w:gallery w:val="placeholder"/>
        </w:category>
        <w:types>
          <w:type w:val="bbPlcHdr"/>
        </w:types>
        <w:behaviors>
          <w:behavior w:val="content"/>
        </w:behaviors>
        <w:guid w:val="{42DD26ED-A433-4E81-B1A9-F72440582E6B}"/>
      </w:docPartPr>
      <w:docPartBody>
        <w:p w:rsidR="00103315" w:rsidRDefault="009B0C65" w:rsidP="009B0C65">
          <w:pPr>
            <w:pStyle w:val="DC546F9C5A624746B421B6904219EDEC"/>
          </w:pPr>
          <w:r w:rsidRPr="003F6A59">
            <w:rPr>
              <w:rStyle w:val="Kohatitetekst"/>
            </w:rPr>
            <w:t>[Company]</w:t>
          </w:r>
        </w:p>
      </w:docPartBody>
    </w:docPart>
    <w:docPart>
      <w:docPartPr>
        <w:name w:val="529FE8FB90D3486587F4B56BC7749096"/>
        <w:category>
          <w:name w:val="Üldine"/>
          <w:gallery w:val="placeholder"/>
        </w:category>
        <w:types>
          <w:type w:val="bbPlcHdr"/>
        </w:types>
        <w:behaviors>
          <w:behavior w:val="content"/>
        </w:behaviors>
        <w:guid w:val="{8DC7502B-539A-484E-A085-56C4279F6F20}"/>
      </w:docPartPr>
      <w:docPartBody>
        <w:p w:rsidR="00103315" w:rsidRDefault="009B0C65" w:rsidP="009B0C65">
          <w:pPr>
            <w:pStyle w:val="529FE8FB90D3486587F4B56BC7749096"/>
          </w:pPr>
          <w:r w:rsidRPr="00BE118B">
            <w:rPr>
              <w:rStyle w:val="Kohatitetekst"/>
            </w:rPr>
            <w:t>Choose an item.</w:t>
          </w:r>
        </w:p>
      </w:docPartBody>
    </w:docPart>
    <w:docPart>
      <w:docPartPr>
        <w:name w:val="B1C9A774E0B3454DAE421D3DFE5D418C"/>
        <w:category>
          <w:name w:val="Üldine"/>
          <w:gallery w:val="placeholder"/>
        </w:category>
        <w:types>
          <w:type w:val="bbPlcHdr"/>
        </w:types>
        <w:behaviors>
          <w:behavior w:val="content"/>
        </w:behaviors>
        <w:guid w:val="{29D670A5-D231-4A42-A402-6E80068120C3}"/>
      </w:docPartPr>
      <w:docPartBody>
        <w:p w:rsidR="00103315" w:rsidRDefault="009B0C65" w:rsidP="009B0C65">
          <w:pPr>
            <w:pStyle w:val="B1C9A774E0B3454DAE421D3DFE5D418C"/>
          </w:pPr>
          <w:r w:rsidRPr="00BE118B">
            <w:rPr>
              <w:rStyle w:val="Kohatitetekst"/>
            </w:rPr>
            <w:t>Choose an item.</w:t>
          </w:r>
        </w:p>
      </w:docPartBody>
    </w:docPart>
    <w:docPart>
      <w:docPartPr>
        <w:name w:val="B16D51DCF0B84B67B1EDD51DD1C34445"/>
        <w:category>
          <w:name w:val="Üldine"/>
          <w:gallery w:val="placeholder"/>
        </w:category>
        <w:types>
          <w:type w:val="bbPlcHdr"/>
        </w:types>
        <w:behaviors>
          <w:behavior w:val="content"/>
        </w:behaviors>
        <w:guid w:val="{A10EF6A0-7E3F-4746-A61E-6D65595ADC0F}"/>
      </w:docPartPr>
      <w:docPartBody>
        <w:p w:rsidR="00103315" w:rsidRDefault="009B0C65" w:rsidP="009B0C65">
          <w:pPr>
            <w:pStyle w:val="B16D51DCF0B84B67B1EDD51DD1C34445"/>
          </w:pPr>
          <w:r w:rsidRPr="003F6A59">
            <w:rPr>
              <w:rStyle w:val="Kohatitetekst"/>
            </w:rPr>
            <w:t>[Company]</w:t>
          </w:r>
        </w:p>
      </w:docPartBody>
    </w:docPart>
    <w:docPart>
      <w:docPartPr>
        <w:name w:val="F18451ECCC4F41FF82FC8DDB0E4E6FF7"/>
        <w:category>
          <w:name w:val="Üldine"/>
          <w:gallery w:val="placeholder"/>
        </w:category>
        <w:types>
          <w:type w:val="bbPlcHdr"/>
        </w:types>
        <w:behaviors>
          <w:behavior w:val="content"/>
        </w:behaviors>
        <w:guid w:val="{D20E784C-67CC-4ED0-A276-4C7DF1DA81E7}"/>
      </w:docPartPr>
      <w:docPartBody>
        <w:p w:rsidR="00103315" w:rsidRDefault="009B0C65" w:rsidP="009B0C65">
          <w:pPr>
            <w:pStyle w:val="F18451ECCC4F41FF82FC8DDB0E4E6FF7"/>
          </w:pPr>
          <w:r w:rsidRPr="003F6A59">
            <w:rPr>
              <w:rStyle w:val="Kohatitetekst"/>
            </w:rPr>
            <w:t>[Company]</w:t>
          </w:r>
        </w:p>
      </w:docPartBody>
    </w:docPart>
    <w:docPart>
      <w:docPartPr>
        <w:name w:val="222B1CFDE5364B37BB7CC5A931E75C9A"/>
        <w:category>
          <w:name w:val="Üldine"/>
          <w:gallery w:val="placeholder"/>
        </w:category>
        <w:types>
          <w:type w:val="bbPlcHdr"/>
        </w:types>
        <w:behaviors>
          <w:behavior w:val="content"/>
        </w:behaviors>
        <w:guid w:val="{7CD422D0-FC7F-4CE1-9857-847A789941DE}"/>
      </w:docPartPr>
      <w:docPartBody>
        <w:p w:rsidR="00103315" w:rsidRDefault="009B0C65" w:rsidP="009B0C65">
          <w:pPr>
            <w:pStyle w:val="222B1CFDE5364B37BB7CC5A931E75C9A"/>
          </w:pPr>
          <w:r w:rsidRPr="003F6A59">
            <w:rPr>
              <w:rStyle w:val="Kohatiteteks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NewRomanPS-BoldMT">
    <w:altName w:val="Times New Roman"/>
    <w:panose1 w:val="00000000000000000000"/>
    <w:charset w:val="BA"/>
    <w:family w:val="auto"/>
    <w:notTrueType/>
    <w:pitch w:val="default"/>
    <w:sig w:usb0="00000005" w:usb1="00000000" w:usb2="00000000" w:usb3="00000000" w:csb0="00000080" w:csb1="00000000"/>
  </w:font>
  <w:font w:name="TimesNewRomanPSMT">
    <w:altName w:val="Times New Roman"/>
    <w:panose1 w:val="00000000000000000000"/>
    <w:charset w:val="BA"/>
    <w:family w:val="auto"/>
    <w:notTrueType/>
    <w:pitch w:val="default"/>
    <w:sig w:usb0="00000005" w:usb1="00000000" w:usb2="00000000" w:usb3="00000000" w:csb0="0000008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0A715F"/>
    <w:rsid w:val="00103315"/>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618A0"/>
    <w:rsid w:val="00774524"/>
    <w:rsid w:val="00782078"/>
    <w:rsid w:val="0078799E"/>
    <w:rsid w:val="007B52D5"/>
    <w:rsid w:val="00801A2E"/>
    <w:rsid w:val="00803940"/>
    <w:rsid w:val="00826665"/>
    <w:rsid w:val="00870CEF"/>
    <w:rsid w:val="008F67E6"/>
    <w:rsid w:val="00914008"/>
    <w:rsid w:val="00914169"/>
    <w:rsid w:val="009200D6"/>
    <w:rsid w:val="00933E9D"/>
    <w:rsid w:val="0094449D"/>
    <w:rsid w:val="00952AC1"/>
    <w:rsid w:val="00963822"/>
    <w:rsid w:val="009745F1"/>
    <w:rsid w:val="00976593"/>
    <w:rsid w:val="009848A8"/>
    <w:rsid w:val="009932A9"/>
    <w:rsid w:val="009B0C65"/>
    <w:rsid w:val="009D5A99"/>
    <w:rsid w:val="00A1078C"/>
    <w:rsid w:val="00A7539A"/>
    <w:rsid w:val="00AB745C"/>
    <w:rsid w:val="00AB7783"/>
    <w:rsid w:val="00AC021F"/>
    <w:rsid w:val="00B06A5C"/>
    <w:rsid w:val="00B30BA5"/>
    <w:rsid w:val="00B32772"/>
    <w:rsid w:val="00B55279"/>
    <w:rsid w:val="00B612B5"/>
    <w:rsid w:val="00B7603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B0C65"/>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6B3AD3B3B554462E97FB45FDBD91361E">
    <w:name w:val="6B3AD3B3B554462E97FB45FDBD91361E"/>
    <w:rsid w:val="0016358B"/>
  </w:style>
  <w:style w:type="paragraph" w:customStyle="1" w:styleId="76B214CE14944F1A87CFDBFEF6667358">
    <w:name w:val="76B214CE14944F1A87CFDBFEF6667358"/>
    <w:rsid w:val="009B0C65"/>
  </w:style>
  <w:style w:type="paragraph" w:customStyle="1" w:styleId="BBF3AB32E5CA4362B7CD3E3F34BC1323">
    <w:name w:val="BBF3AB32E5CA4362B7CD3E3F34BC1323"/>
    <w:rsid w:val="009B0C65"/>
  </w:style>
  <w:style w:type="paragraph" w:customStyle="1" w:styleId="B7DECEA028E745C1B21E8F2AEF20B447">
    <w:name w:val="B7DECEA028E745C1B21E8F2AEF20B447"/>
    <w:rsid w:val="009B0C65"/>
  </w:style>
  <w:style w:type="paragraph" w:customStyle="1" w:styleId="D6A8CD353B4F4CF5904238AADC52C1C5">
    <w:name w:val="D6A8CD353B4F4CF5904238AADC52C1C5"/>
    <w:rsid w:val="009B0C65"/>
  </w:style>
  <w:style w:type="paragraph" w:customStyle="1" w:styleId="EA83D187135C4F2DB67EB5D14C191FCA">
    <w:name w:val="EA83D187135C4F2DB67EB5D14C191FCA"/>
    <w:rsid w:val="009B0C65"/>
  </w:style>
  <w:style w:type="paragraph" w:customStyle="1" w:styleId="0B7CC7F450C44183A222FEF7A81145BF">
    <w:name w:val="0B7CC7F450C44183A222FEF7A81145BF"/>
    <w:rsid w:val="009B0C65"/>
  </w:style>
  <w:style w:type="paragraph" w:customStyle="1" w:styleId="DC546F9C5A624746B421B6904219EDEC">
    <w:name w:val="DC546F9C5A624746B421B6904219EDEC"/>
    <w:rsid w:val="009B0C65"/>
  </w:style>
  <w:style w:type="paragraph" w:customStyle="1" w:styleId="529FE8FB90D3486587F4B56BC7749096">
    <w:name w:val="529FE8FB90D3486587F4B56BC7749096"/>
    <w:rsid w:val="009B0C65"/>
  </w:style>
  <w:style w:type="paragraph" w:customStyle="1" w:styleId="B1C9A774E0B3454DAE421D3DFE5D418C">
    <w:name w:val="B1C9A774E0B3454DAE421D3DFE5D418C"/>
    <w:rsid w:val="009B0C65"/>
  </w:style>
  <w:style w:type="paragraph" w:customStyle="1" w:styleId="B16D51DCF0B84B67B1EDD51DD1C34445">
    <w:name w:val="B16D51DCF0B84B67B1EDD51DD1C34445"/>
    <w:rsid w:val="009B0C65"/>
  </w:style>
  <w:style w:type="paragraph" w:customStyle="1" w:styleId="F18451ECCC4F41FF82FC8DDB0E4E6FF7">
    <w:name w:val="F18451ECCC4F41FF82FC8DDB0E4E6FF7"/>
    <w:rsid w:val="009B0C65"/>
  </w:style>
  <w:style w:type="paragraph" w:customStyle="1" w:styleId="222B1CFDE5364B37BB7CC5A931E75C9A">
    <w:name w:val="222B1CFDE5364B37BB7CC5A931E75C9A"/>
    <w:rsid w:val="009B0C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212</TotalTime>
  <Pages>11</Pages>
  <Words>4690</Words>
  <Characters>26739</Characters>
  <Application>Microsoft Office Word</Application>
  <DocSecurity>0</DocSecurity>
  <Lines>222</Lines>
  <Paragraphs>62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110</cp:revision>
  <dcterms:created xsi:type="dcterms:W3CDTF">2022-09-01T10:45:00Z</dcterms:created>
  <dcterms:modified xsi:type="dcterms:W3CDTF">2023-03-03T11:30:00Z</dcterms:modified>
</cp:coreProperties>
</file>